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BAE" w:rsidRPr="002D267A" w:rsidRDefault="00706BAE" w:rsidP="00706BAE">
      <w:r>
        <w:rPr>
          <w:lang w:val="uk-UA"/>
        </w:rPr>
        <w:t xml:space="preserve">                                                                     </w:t>
      </w:r>
      <w:r>
        <w:rPr>
          <w:noProof/>
          <w:lang w:val="uk-UA" w:eastAsia="uk-UA"/>
        </w:rPr>
        <w:drawing>
          <wp:inline distT="0" distB="0" distL="0" distR="0">
            <wp:extent cx="504825" cy="666750"/>
            <wp:effectExtent l="19050" t="0" r="9525" b="0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3DA4" w:rsidRPr="00B913B0" w:rsidRDefault="00CF3DA4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CF3DA4" w:rsidRPr="00B913B0" w:rsidRDefault="00CF3DA4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CF3DA4" w:rsidRPr="00F90099" w:rsidRDefault="00CF3DA4" w:rsidP="002431DB">
      <w:pPr>
        <w:jc w:val="center"/>
        <w:rPr>
          <w:b/>
          <w:sz w:val="28"/>
          <w:szCs w:val="28"/>
        </w:rPr>
      </w:pPr>
    </w:p>
    <w:p w:rsidR="00CF3DA4" w:rsidRPr="00721213" w:rsidRDefault="00CF3DA4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proofErr w:type="gramStart"/>
      <w:r w:rsidRPr="0033058D">
        <w:rPr>
          <w:b/>
          <w:sz w:val="28"/>
          <w:szCs w:val="28"/>
        </w:rPr>
        <w:t>З</w:t>
      </w:r>
      <w:proofErr w:type="gramEnd"/>
    </w:p>
    <w:p w:rsidR="00CF3DA4" w:rsidRPr="00721213" w:rsidRDefault="00CF3DA4" w:rsidP="002431DB">
      <w:pPr>
        <w:jc w:val="center"/>
        <w:rPr>
          <w:b/>
          <w:sz w:val="28"/>
          <w:szCs w:val="28"/>
        </w:rPr>
      </w:pPr>
    </w:p>
    <w:p w:rsidR="00CF3DA4" w:rsidRDefault="00CF3DA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CF3DA4" w:rsidRPr="006742F9" w:rsidRDefault="00A45D6F" w:rsidP="00A81D29">
      <w:pPr>
        <w:spacing w:line="360" w:lineRule="auto"/>
        <w:ind w:right="-284"/>
        <w:rPr>
          <w:b/>
          <w:sz w:val="28"/>
          <w:szCs w:val="28"/>
          <w:lang w:val="uk-UA"/>
        </w:rPr>
      </w:pPr>
      <w:fldSimple w:instr=" DOCVARIABLE &quot;дата наказу&quot; \* MERGEFORMAT ">
        <w:r w:rsidR="009F3F0C">
          <w:rPr>
            <w:sz w:val="28"/>
            <w:szCs w:val="28"/>
            <w:lang w:val="uk-UA"/>
          </w:rPr>
          <w:t>17 квітня</w:t>
        </w:r>
        <w:r w:rsidR="00A81D29">
          <w:rPr>
            <w:sz w:val="28"/>
            <w:szCs w:val="28"/>
            <w:lang w:val="uk-UA"/>
          </w:rPr>
          <w:t xml:space="preserve"> </w:t>
        </w:r>
        <w:r w:rsidR="00791C01">
          <w:rPr>
            <w:sz w:val="28"/>
            <w:szCs w:val="28"/>
            <w:lang w:val="uk-UA"/>
          </w:rPr>
          <w:t>2018</w:t>
        </w:r>
        <w:r w:rsidR="00CF3DA4" w:rsidRPr="00721213">
          <w:rPr>
            <w:sz w:val="28"/>
            <w:szCs w:val="28"/>
            <w:lang w:val="uk-UA"/>
          </w:rPr>
          <w:t xml:space="preserve"> року</w:t>
        </w:r>
      </w:fldSimple>
      <w:r w:rsidR="00CF3DA4" w:rsidRPr="00721213">
        <w:rPr>
          <w:sz w:val="28"/>
          <w:szCs w:val="28"/>
          <w:lang w:val="uk-UA"/>
        </w:rPr>
        <w:t xml:space="preserve">                                                   </w:t>
      </w:r>
      <w:r w:rsidR="00A81D29">
        <w:rPr>
          <w:sz w:val="28"/>
          <w:szCs w:val="28"/>
        </w:rPr>
        <w:t xml:space="preserve">           </w:t>
      </w:r>
      <w:r w:rsidR="00CF3DA4" w:rsidRPr="00721213">
        <w:rPr>
          <w:sz w:val="28"/>
          <w:szCs w:val="28"/>
        </w:rPr>
        <w:t xml:space="preserve"> </w:t>
      </w:r>
      <w:r w:rsidR="00CF3DA4" w:rsidRPr="00721213">
        <w:rPr>
          <w:sz w:val="28"/>
          <w:szCs w:val="28"/>
          <w:lang w:val="uk-UA"/>
        </w:rPr>
        <w:t xml:space="preserve">  №</w:t>
      </w:r>
      <w:r w:rsidR="00CF3DA4" w:rsidRPr="00721213">
        <w:rPr>
          <w:sz w:val="28"/>
          <w:szCs w:val="28"/>
        </w:rPr>
        <w:t xml:space="preserve"> </w:t>
      </w:r>
      <w:r w:rsidR="009F3F0C">
        <w:rPr>
          <w:sz w:val="28"/>
          <w:szCs w:val="28"/>
          <w:lang w:val="uk-UA"/>
        </w:rPr>
        <w:t xml:space="preserve">763 - </w:t>
      </w:r>
      <w:proofErr w:type="spellStart"/>
      <w:r w:rsidR="009F3F0C">
        <w:rPr>
          <w:sz w:val="28"/>
          <w:szCs w:val="28"/>
          <w:lang w:val="uk-UA"/>
        </w:rPr>
        <w:t>сг</w:t>
      </w:r>
      <w:proofErr w:type="spellEnd"/>
    </w:p>
    <w:p w:rsidR="00CF3DA4" w:rsidRPr="00721213" w:rsidRDefault="00CF3DA4" w:rsidP="00A81D29">
      <w:pPr>
        <w:ind w:right="-284"/>
        <w:jc w:val="both"/>
        <w:rPr>
          <w:b/>
          <w:noProof/>
          <w:sz w:val="28"/>
          <w:szCs w:val="28"/>
          <w:lang w:val="uk-UA"/>
        </w:rPr>
      </w:pPr>
    </w:p>
    <w:p w:rsidR="00CF3DA4" w:rsidRDefault="00CF3DA4" w:rsidP="00A81D29">
      <w:pPr>
        <w:ind w:right="-284"/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CF3DA4" w:rsidRDefault="00CF3DA4" w:rsidP="00A81D29">
      <w:pPr>
        <w:ind w:right="-284"/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землеустрою та передачу</w:t>
      </w:r>
      <w:r w:rsidR="00E35829">
        <w:rPr>
          <w:b/>
          <w:sz w:val="28"/>
          <w:szCs w:val="28"/>
          <w:lang w:val="uk-UA"/>
        </w:rPr>
        <w:t xml:space="preserve"> </w:t>
      </w:r>
      <w:r w:rsidRPr="00616A4E">
        <w:rPr>
          <w:b/>
          <w:noProof/>
          <w:sz w:val="28"/>
          <w:szCs w:val="28"/>
          <w:lang w:val="uk-UA"/>
        </w:rPr>
        <w:t xml:space="preserve">у </w:t>
      </w:r>
    </w:p>
    <w:p w:rsidR="00CF3DA4" w:rsidRDefault="00CF3DA4" w:rsidP="00A81D29">
      <w:pPr>
        <w:ind w:right="-284"/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>власність</w:t>
      </w:r>
      <w:r w:rsidR="00E35829">
        <w:rPr>
          <w:b/>
          <w:noProof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земельної ділянки</w:t>
      </w:r>
    </w:p>
    <w:p w:rsidR="00A1371C" w:rsidRDefault="00A1371C" w:rsidP="00190D65">
      <w:pPr>
        <w:ind w:right="-284"/>
        <w:jc w:val="both"/>
        <w:rPr>
          <w:sz w:val="28"/>
          <w:szCs w:val="28"/>
          <w:lang w:val="uk-UA"/>
        </w:rPr>
      </w:pPr>
    </w:p>
    <w:p w:rsidR="00CF3DA4" w:rsidRDefault="002914DE" w:rsidP="00621014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15-1, 35, </w:t>
      </w:r>
      <w:r w:rsidR="00CF3DA4" w:rsidRPr="00093A1B">
        <w:rPr>
          <w:sz w:val="28"/>
          <w:szCs w:val="28"/>
          <w:lang w:val="uk-UA"/>
        </w:rPr>
        <w:t>91, 103, 116, 118, 121, 122, 186 Земельного кодексу України</w:t>
      </w:r>
      <w:r w:rsidR="00CF3DA4" w:rsidRPr="00721213">
        <w:rPr>
          <w:sz w:val="28"/>
          <w:szCs w:val="28"/>
          <w:lang w:val="uk-UA"/>
        </w:rPr>
        <w:t xml:space="preserve">, </w:t>
      </w:r>
      <w:r w:rsidR="00EF548B" w:rsidRPr="00721213">
        <w:rPr>
          <w:sz w:val="28"/>
          <w:szCs w:val="28"/>
          <w:lang w:val="uk-UA"/>
        </w:rPr>
        <w:t xml:space="preserve">Положення про </w:t>
      </w:r>
      <w:r w:rsidR="00281153">
        <w:fldChar w:fldCharType="begin"/>
      </w:r>
      <w:r w:rsidR="00281153" w:rsidRPr="001A6E3F">
        <w:rPr>
          <w:lang w:val="uk-UA"/>
        </w:rPr>
        <w:instrText xml:space="preserve"> </w:instrText>
      </w:r>
      <w:r w:rsidR="00281153">
        <w:instrText>DOCVARIABLE</w:instrText>
      </w:r>
      <w:r w:rsidR="00281153" w:rsidRPr="001A6E3F">
        <w:rPr>
          <w:lang w:val="uk-UA"/>
        </w:rPr>
        <w:instrText xml:space="preserve"> "назва територіального органу Держгеокадастру (якого?)" \* </w:instrText>
      </w:r>
      <w:r w:rsidR="00281153">
        <w:instrText>MERGEFORMAT</w:instrText>
      </w:r>
      <w:r w:rsidR="00281153" w:rsidRPr="001A6E3F">
        <w:rPr>
          <w:lang w:val="uk-UA"/>
        </w:rPr>
        <w:instrText xml:space="preserve"> </w:instrText>
      </w:r>
      <w:r w:rsidR="00281153">
        <w:fldChar w:fldCharType="separate"/>
      </w:r>
      <w:r w:rsidR="00EF548B" w:rsidRPr="00721213">
        <w:rPr>
          <w:sz w:val="28"/>
          <w:szCs w:val="28"/>
          <w:lang w:val="uk-UA"/>
        </w:rPr>
        <w:t xml:space="preserve">Головне управління </w:t>
      </w:r>
      <w:proofErr w:type="spellStart"/>
      <w:r w:rsidR="00EF548B" w:rsidRPr="00721213">
        <w:rPr>
          <w:sz w:val="28"/>
          <w:szCs w:val="28"/>
          <w:lang w:val="uk-UA"/>
        </w:rPr>
        <w:t>Держгеокадастру</w:t>
      </w:r>
      <w:proofErr w:type="spellEnd"/>
      <w:r w:rsidR="00EF548B" w:rsidRPr="00721213">
        <w:rPr>
          <w:sz w:val="28"/>
          <w:szCs w:val="28"/>
          <w:lang w:val="uk-UA"/>
        </w:rPr>
        <w:t xml:space="preserve"> у Закарпатській області</w:t>
      </w:r>
      <w:r w:rsidR="00281153">
        <w:rPr>
          <w:sz w:val="28"/>
          <w:szCs w:val="28"/>
          <w:lang w:val="uk-UA"/>
        </w:rPr>
        <w:fldChar w:fldCharType="end"/>
      </w:r>
      <w:r w:rsidR="00EF548B" w:rsidRPr="00721213">
        <w:rPr>
          <w:sz w:val="28"/>
          <w:szCs w:val="28"/>
          <w:lang w:val="uk-UA"/>
        </w:rPr>
        <w:t xml:space="preserve">, </w:t>
      </w:r>
      <w:r w:rsidR="00EF548B">
        <w:rPr>
          <w:sz w:val="28"/>
          <w:szCs w:val="28"/>
          <w:lang w:val="uk-UA"/>
        </w:rPr>
        <w:t>затвердженого наказом Державної служби України з питань геодезії, картографії та кадастру від 17.11.2016 № 308,</w:t>
      </w:r>
      <w:r w:rsidR="00EF548B" w:rsidRPr="00721213">
        <w:rPr>
          <w:sz w:val="28"/>
          <w:szCs w:val="28"/>
          <w:lang w:val="uk-UA"/>
        </w:rPr>
        <w:t xml:space="preserve"> </w:t>
      </w:r>
      <w:r w:rsidR="00CF3DA4" w:rsidRPr="00093A1B">
        <w:rPr>
          <w:sz w:val="28"/>
          <w:szCs w:val="28"/>
          <w:lang w:val="uk-UA"/>
        </w:rPr>
        <w:t xml:space="preserve">розглянувши проект землеустрою щодо відведення земельної ділянки у власність </w:t>
      </w:r>
      <w:r w:rsidR="00334E6A">
        <w:rPr>
          <w:sz w:val="28"/>
          <w:szCs w:val="28"/>
          <w:lang w:val="uk-UA"/>
        </w:rPr>
        <w:t xml:space="preserve"> </w:t>
      </w:r>
      <w:r w:rsidR="000057C6">
        <w:rPr>
          <w:sz w:val="28"/>
          <w:szCs w:val="28"/>
          <w:lang w:val="uk-UA"/>
        </w:rPr>
        <w:t>громадянину</w:t>
      </w:r>
      <w:r w:rsidR="00791C01">
        <w:rPr>
          <w:sz w:val="28"/>
          <w:szCs w:val="28"/>
          <w:lang w:val="uk-UA"/>
        </w:rPr>
        <w:t xml:space="preserve"> </w:t>
      </w:r>
      <w:proofErr w:type="spellStart"/>
      <w:r w:rsidR="00F059FB">
        <w:rPr>
          <w:sz w:val="28"/>
          <w:szCs w:val="28"/>
          <w:lang w:val="uk-UA"/>
        </w:rPr>
        <w:t>Бережнику</w:t>
      </w:r>
      <w:proofErr w:type="spellEnd"/>
      <w:r w:rsidR="00F059FB">
        <w:rPr>
          <w:sz w:val="28"/>
          <w:szCs w:val="28"/>
          <w:lang w:val="uk-UA"/>
        </w:rPr>
        <w:t xml:space="preserve"> Івану Миколайовичу</w:t>
      </w:r>
      <w:r w:rsidR="00CF3DA4">
        <w:rPr>
          <w:sz w:val="28"/>
          <w:szCs w:val="28"/>
          <w:lang w:val="uk-UA"/>
        </w:rPr>
        <w:t>,</w:t>
      </w:r>
    </w:p>
    <w:p w:rsidR="00A6507F" w:rsidRPr="00721213" w:rsidRDefault="00A6507F" w:rsidP="00621014">
      <w:pPr>
        <w:ind w:firstLine="567"/>
        <w:jc w:val="both"/>
        <w:rPr>
          <w:sz w:val="28"/>
          <w:szCs w:val="28"/>
          <w:lang w:val="uk-UA"/>
        </w:rPr>
      </w:pPr>
    </w:p>
    <w:p w:rsidR="00CF3DA4" w:rsidRPr="00A81D29" w:rsidRDefault="00301F00" w:rsidP="00621014">
      <w:pPr>
        <w:tabs>
          <w:tab w:val="left" w:pos="567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CF3DA4" w:rsidRPr="00A81D29">
        <w:rPr>
          <w:b/>
          <w:sz w:val="28"/>
          <w:szCs w:val="28"/>
          <w:lang w:val="uk-UA"/>
        </w:rPr>
        <w:t>НАКАЗУЮ:</w:t>
      </w:r>
    </w:p>
    <w:p w:rsidR="00CF3DA4" w:rsidRPr="00721213" w:rsidRDefault="00CF3DA4" w:rsidP="00621014">
      <w:pPr>
        <w:ind w:firstLine="567"/>
        <w:jc w:val="both"/>
        <w:rPr>
          <w:sz w:val="28"/>
          <w:szCs w:val="28"/>
          <w:lang w:val="uk-UA"/>
        </w:rPr>
      </w:pPr>
    </w:p>
    <w:p w:rsidR="00CF3DA4" w:rsidRPr="00721213" w:rsidRDefault="00310FB7" w:rsidP="0062101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="00CF3DA4" w:rsidRPr="00721213">
        <w:rPr>
          <w:sz w:val="28"/>
          <w:szCs w:val="28"/>
          <w:lang w:val="uk-UA"/>
        </w:rPr>
        <w:t xml:space="preserve">Затвердити </w:t>
      </w:r>
      <w:fldSimple w:instr=" DOCVARIABLE &quot;назва документації із землеустрою (кого/що?)&quot; \* MERGEFORMAT ">
        <w:r w:rsidR="00CF3DA4" w:rsidRPr="00721213">
          <w:rPr>
            <w:sz w:val="28"/>
            <w:szCs w:val="28"/>
            <w:lang w:val="uk-UA"/>
          </w:rPr>
          <w:t>проект землеустрою щодо відведення земельної ділянки у власність</w:t>
        </w:r>
      </w:fldSimple>
      <w:r w:rsidR="00E35829">
        <w:rPr>
          <w:sz w:val="28"/>
          <w:szCs w:val="28"/>
          <w:lang w:val="uk-UA"/>
        </w:rPr>
        <w:t xml:space="preserve"> гр</w:t>
      </w:r>
      <w:r w:rsidR="00791C01">
        <w:rPr>
          <w:sz w:val="28"/>
          <w:szCs w:val="28"/>
          <w:lang w:val="uk-UA"/>
        </w:rPr>
        <w:t>омадянину</w:t>
      </w:r>
      <w:r w:rsidR="001315C0" w:rsidRPr="001315C0">
        <w:rPr>
          <w:sz w:val="28"/>
          <w:szCs w:val="28"/>
          <w:lang w:val="uk-UA"/>
        </w:rPr>
        <w:t xml:space="preserve"> </w:t>
      </w:r>
      <w:proofErr w:type="spellStart"/>
      <w:r w:rsidR="00F059FB">
        <w:rPr>
          <w:sz w:val="28"/>
          <w:szCs w:val="28"/>
          <w:lang w:val="uk-UA"/>
        </w:rPr>
        <w:t>Бережнику</w:t>
      </w:r>
      <w:proofErr w:type="spellEnd"/>
      <w:r w:rsidR="00F059FB">
        <w:rPr>
          <w:sz w:val="28"/>
          <w:szCs w:val="28"/>
          <w:lang w:val="uk-UA"/>
        </w:rPr>
        <w:t xml:space="preserve"> Івану Миколайовичу</w:t>
      </w:r>
      <w:r w:rsidR="00CF3DA4">
        <w:rPr>
          <w:sz w:val="28"/>
          <w:szCs w:val="28"/>
          <w:lang w:val="uk-UA"/>
        </w:rPr>
        <w:t>.</w:t>
      </w:r>
    </w:p>
    <w:p w:rsidR="00CF3DA4" w:rsidRPr="00C9687F" w:rsidRDefault="00310FB7" w:rsidP="0062101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</w:t>
      </w:r>
      <w:r w:rsidR="00AE7C67">
        <w:rPr>
          <w:sz w:val="28"/>
          <w:szCs w:val="28"/>
          <w:lang w:val="uk-UA"/>
        </w:rPr>
        <w:t xml:space="preserve">Передати </w:t>
      </w:r>
      <w:r w:rsidR="00791C01">
        <w:rPr>
          <w:sz w:val="28"/>
          <w:szCs w:val="28"/>
          <w:lang w:val="uk-UA"/>
        </w:rPr>
        <w:t>громадянину</w:t>
      </w:r>
      <w:r w:rsidR="00791C01" w:rsidRPr="001315C0">
        <w:rPr>
          <w:sz w:val="28"/>
          <w:szCs w:val="28"/>
          <w:lang w:val="uk-UA"/>
        </w:rPr>
        <w:t xml:space="preserve"> </w:t>
      </w:r>
      <w:proofErr w:type="spellStart"/>
      <w:r w:rsidR="00F059FB">
        <w:rPr>
          <w:sz w:val="28"/>
          <w:szCs w:val="28"/>
          <w:lang w:val="uk-UA"/>
        </w:rPr>
        <w:t>Бережнику</w:t>
      </w:r>
      <w:proofErr w:type="spellEnd"/>
      <w:r w:rsidR="00F059FB">
        <w:rPr>
          <w:sz w:val="28"/>
          <w:szCs w:val="28"/>
          <w:lang w:val="uk-UA"/>
        </w:rPr>
        <w:t xml:space="preserve"> Івану Миколайовичу</w:t>
      </w:r>
      <w:r w:rsidR="00CF3DA4">
        <w:rPr>
          <w:sz w:val="28"/>
          <w:szCs w:val="28"/>
          <w:lang w:val="uk-UA"/>
        </w:rPr>
        <w:t>,</w:t>
      </w:r>
      <w:r w:rsidR="00CF3DA4" w:rsidRPr="00721213">
        <w:rPr>
          <w:sz w:val="28"/>
          <w:szCs w:val="28"/>
          <w:lang w:val="uk-UA"/>
        </w:rPr>
        <w:t xml:space="preserve"> у власність земельну ділянку </w:t>
      </w:r>
      <w:r w:rsidR="00CF3DA4" w:rsidRPr="00721213">
        <w:rPr>
          <w:color w:val="000000"/>
          <w:sz w:val="28"/>
          <w:szCs w:val="28"/>
          <w:lang w:val="uk-UA"/>
        </w:rPr>
        <w:t xml:space="preserve">(кадастровий номер </w:t>
      </w:r>
      <w:r w:rsidR="002B0F41">
        <w:rPr>
          <w:sz w:val="28"/>
          <w:szCs w:val="28"/>
          <w:lang w:val="uk-UA"/>
        </w:rPr>
        <w:t>212</w:t>
      </w:r>
      <w:r w:rsidR="00F556AD">
        <w:rPr>
          <w:sz w:val="28"/>
          <w:szCs w:val="28"/>
          <w:lang w:val="uk-UA"/>
        </w:rPr>
        <w:t>44</w:t>
      </w:r>
      <w:r w:rsidR="00EE24DD">
        <w:rPr>
          <w:sz w:val="28"/>
          <w:szCs w:val="28"/>
          <w:lang w:val="uk-UA"/>
        </w:rPr>
        <w:t>87000</w:t>
      </w:r>
      <w:r w:rsidR="001315C0">
        <w:rPr>
          <w:sz w:val="28"/>
          <w:szCs w:val="28"/>
          <w:lang w:val="uk-UA"/>
        </w:rPr>
        <w:t>:</w:t>
      </w:r>
      <w:r w:rsidR="008914D7">
        <w:rPr>
          <w:sz w:val="28"/>
          <w:szCs w:val="28"/>
          <w:lang w:val="uk-UA"/>
        </w:rPr>
        <w:t>0</w:t>
      </w:r>
      <w:r w:rsidR="00EE24DD">
        <w:rPr>
          <w:sz w:val="28"/>
          <w:szCs w:val="28"/>
          <w:lang w:val="uk-UA"/>
        </w:rPr>
        <w:t>1</w:t>
      </w:r>
      <w:r w:rsidR="00E76F67">
        <w:rPr>
          <w:sz w:val="28"/>
          <w:szCs w:val="28"/>
          <w:lang w:val="uk-UA"/>
        </w:rPr>
        <w:t>:0</w:t>
      </w:r>
      <w:r w:rsidR="00EE24DD">
        <w:rPr>
          <w:sz w:val="28"/>
          <w:szCs w:val="28"/>
          <w:lang w:val="uk-UA"/>
        </w:rPr>
        <w:t>02</w:t>
      </w:r>
      <w:r w:rsidR="008914D7">
        <w:rPr>
          <w:sz w:val="28"/>
          <w:szCs w:val="28"/>
          <w:lang w:val="uk-UA"/>
        </w:rPr>
        <w:t>:0</w:t>
      </w:r>
      <w:r w:rsidR="00EE24DD">
        <w:rPr>
          <w:sz w:val="28"/>
          <w:szCs w:val="28"/>
          <w:lang w:val="uk-UA"/>
        </w:rPr>
        <w:t>1</w:t>
      </w:r>
      <w:r w:rsidR="00F059FB">
        <w:rPr>
          <w:sz w:val="28"/>
          <w:szCs w:val="28"/>
          <w:lang w:val="uk-UA"/>
        </w:rPr>
        <w:t>9</w:t>
      </w:r>
      <w:r w:rsidR="001F235E">
        <w:rPr>
          <w:sz w:val="28"/>
          <w:szCs w:val="28"/>
          <w:lang w:val="uk-UA"/>
        </w:rPr>
        <w:t>9</w:t>
      </w:r>
      <w:r w:rsidR="00CF3DA4" w:rsidRPr="00721213">
        <w:rPr>
          <w:color w:val="000000"/>
          <w:sz w:val="28"/>
          <w:szCs w:val="28"/>
          <w:lang w:val="uk-UA"/>
        </w:rPr>
        <w:t>)</w:t>
      </w:r>
      <w:r w:rsidR="00E35829">
        <w:rPr>
          <w:color w:val="000000"/>
          <w:sz w:val="28"/>
          <w:szCs w:val="28"/>
          <w:lang w:val="uk-UA"/>
        </w:rPr>
        <w:t xml:space="preserve"> </w:t>
      </w:r>
      <w:r w:rsidR="002B0F41">
        <w:rPr>
          <w:sz w:val="28"/>
          <w:szCs w:val="28"/>
          <w:lang w:val="uk-UA"/>
        </w:rPr>
        <w:t>площею 0,12</w:t>
      </w:r>
      <w:r w:rsidR="009639E3">
        <w:rPr>
          <w:sz w:val="28"/>
          <w:szCs w:val="28"/>
          <w:lang w:val="uk-UA"/>
        </w:rPr>
        <w:t>00</w:t>
      </w:r>
      <w:r w:rsidR="00E35829">
        <w:rPr>
          <w:sz w:val="28"/>
          <w:szCs w:val="28"/>
          <w:lang w:val="uk-UA"/>
        </w:rPr>
        <w:t> </w:t>
      </w:r>
      <w:r w:rsidR="00CF3DA4" w:rsidRPr="00721213">
        <w:rPr>
          <w:sz w:val="28"/>
          <w:szCs w:val="28"/>
          <w:lang w:val="uk-UA"/>
        </w:rPr>
        <w:t>га, в тому числі</w:t>
      </w:r>
      <w:r w:rsidR="002B0F41">
        <w:rPr>
          <w:sz w:val="28"/>
          <w:szCs w:val="28"/>
          <w:lang w:val="uk-UA"/>
        </w:rPr>
        <w:t xml:space="preserve"> </w:t>
      </w:r>
      <w:r w:rsidR="00D41D87">
        <w:rPr>
          <w:sz w:val="28"/>
          <w:szCs w:val="28"/>
          <w:lang w:val="uk-UA"/>
        </w:rPr>
        <w:t>багаторічні насадження</w:t>
      </w:r>
      <w:r w:rsidR="002B0F41">
        <w:rPr>
          <w:sz w:val="28"/>
          <w:szCs w:val="28"/>
          <w:lang w:val="uk-UA"/>
        </w:rPr>
        <w:t xml:space="preserve"> </w:t>
      </w:r>
      <w:r w:rsidR="00D41D87">
        <w:rPr>
          <w:sz w:val="28"/>
          <w:szCs w:val="28"/>
          <w:lang w:val="uk-UA"/>
        </w:rPr>
        <w:t xml:space="preserve">площею </w:t>
      </w:r>
      <w:r w:rsidR="002B0F41">
        <w:rPr>
          <w:sz w:val="28"/>
          <w:szCs w:val="28"/>
          <w:lang w:val="uk-UA"/>
        </w:rPr>
        <w:t>0,12</w:t>
      </w:r>
      <w:r w:rsidR="009639E3">
        <w:rPr>
          <w:sz w:val="28"/>
          <w:szCs w:val="28"/>
          <w:lang w:val="uk-UA"/>
        </w:rPr>
        <w:t>00</w:t>
      </w:r>
      <w:r w:rsidR="00E35829">
        <w:rPr>
          <w:sz w:val="28"/>
          <w:szCs w:val="28"/>
          <w:lang w:val="uk-UA"/>
        </w:rPr>
        <w:t> </w:t>
      </w:r>
      <w:r w:rsidR="00CF3DA4">
        <w:rPr>
          <w:sz w:val="28"/>
          <w:szCs w:val="28"/>
          <w:lang w:val="uk-UA"/>
        </w:rPr>
        <w:t xml:space="preserve">га, </w:t>
      </w:r>
      <w:r w:rsidR="00CF3DA4" w:rsidRPr="00721213">
        <w:rPr>
          <w:color w:val="000000"/>
          <w:sz w:val="28"/>
          <w:szCs w:val="28"/>
          <w:lang w:val="uk-UA"/>
        </w:rPr>
        <w:t>із земель сільськогосподарського призначення державно</w:t>
      </w:r>
      <w:r w:rsidR="00CF3DA4">
        <w:rPr>
          <w:color w:val="000000"/>
          <w:sz w:val="28"/>
          <w:szCs w:val="28"/>
          <w:lang w:val="uk-UA"/>
        </w:rPr>
        <w:t xml:space="preserve">ї власності </w:t>
      </w:r>
      <w:r w:rsidR="00CF3DA4" w:rsidRPr="00721213">
        <w:rPr>
          <w:color w:val="000000"/>
          <w:sz w:val="28"/>
          <w:szCs w:val="28"/>
          <w:lang w:val="uk-UA"/>
        </w:rPr>
        <w:t>для</w:t>
      </w:r>
      <w:r w:rsidR="009171F8">
        <w:rPr>
          <w:color w:val="000000"/>
          <w:sz w:val="28"/>
          <w:szCs w:val="28"/>
          <w:lang w:val="uk-UA"/>
        </w:rPr>
        <w:t xml:space="preserve"> індивідуального садівництва (</w:t>
      </w:r>
      <w:r w:rsidR="00CF3DA4">
        <w:rPr>
          <w:color w:val="000000"/>
          <w:sz w:val="28"/>
          <w:szCs w:val="28"/>
          <w:lang w:val="uk-UA"/>
        </w:rPr>
        <w:t>код цільового призначення згідно класифікації видів цільового призначення земель – 01.05),</w:t>
      </w:r>
      <w:r w:rsidR="00CF3DA4" w:rsidRPr="00721213">
        <w:rPr>
          <w:color w:val="000000"/>
          <w:sz w:val="28"/>
          <w:szCs w:val="28"/>
          <w:lang w:val="uk-UA"/>
        </w:rPr>
        <w:t xml:space="preserve"> </w:t>
      </w:r>
      <w:r w:rsidR="00CF3DA4" w:rsidRPr="00337BB0">
        <w:rPr>
          <w:color w:val="000000"/>
          <w:sz w:val="28"/>
          <w:szCs w:val="28"/>
          <w:lang w:val="uk-UA"/>
        </w:rPr>
        <w:t>р</w:t>
      </w:r>
      <w:r w:rsidR="00CF3DA4" w:rsidRPr="00721213">
        <w:rPr>
          <w:color w:val="000000"/>
          <w:sz w:val="28"/>
          <w:szCs w:val="28"/>
          <w:lang w:val="uk-UA"/>
        </w:rPr>
        <w:t>озташовану</w:t>
      </w:r>
      <w:r w:rsidR="00CF3DA4" w:rsidRPr="00337BB0">
        <w:rPr>
          <w:color w:val="000000"/>
          <w:sz w:val="28"/>
          <w:szCs w:val="28"/>
          <w:lang w:val="uk-UA"/>
        </w:rPr>
        <w:t xml:space="preserve"> </w:t>
      </w:r>
      <w:r w:rsidR="00281153">
        <w:fldChar w:fldCharType="begin"/>
      </w:r>
      <w:r w:rsidR="00281153" w:rsidRPr="001A6E3F">
        <w:rPr>
          <w:lang w:val="uk-UA"/>
        </w:rPr>
        <w:instrText xml:space="preserve"> </w:instrText>
      </w:r>
      <w:r w:rsidR="00281153">
        <w:instrText>DOCVARIABLE</w:instrText>
      </w:r>
      <w:r w:rsidR="00281153" w:rsidRPr="001A6E3F">
        <w:rPr>
          <w:lang w:val="uk-UA"/>
        </w:rPr>
        <w:instrText xml:space="preserve"> "розташування земельної ділянки" \* </w:instrText>
      </w:r>
      <w:r w:rsidR="00281153">
        <w:instrText>MERGEFORMAT</w:instrText>
      </w:r>
      <w:r w:rsidR="00281153" w:rsidRPr="001A6E3F">
        <w:rPr>
          <w:lang w:val="uk-UA"/>
        </w:rPr>
        <w:instrText xml:space="preserve"> </w:instrText>
      </w:r>
      <w:r w:rsidR="00281153">
        <w:fldChar w:fldCharType="separate"/>
      </w:r>
      <w:r w:rsidR="00CF3DA4" w:rsidRPr="00337BB0">
        <w:rPr>
          <w:color w:val="000000"/>
          <w:sz w:val="28"/>
          <w:szCs w:val="28"/>
          <w:lang w:val="uk-UA"/>
        </w:rPr>
        <w:t>за межами населеного пункту</w:t>
      </w:r>
      <w:r w:rsidR="002B0F41">
        <w:rPr>
          <w:color w:val="000000"/>
          <w:sz w:val="28"/>
          <w:szCs w:val="28"/>
          <w:lang w:val="uk-UA"/>
        </w:rPr>
        <w:t xml:space="preserve"> </w:t>
      </w:r>
      <w:r w:rsidR="00791C01">
        <w:rPr>
          <w:color w:val="000000"/>
          <w:sz w:val="28"/>
          <w:szCs w:val="28"/>
          <w:lang w:val="uk-UA"/>
        </w:rPr>
        <w:t>урочище</w:t>
      </w:r>
      <w:r w:rsidR="002B0F41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21014">
        <w:rPr>
          <w:color w:val="000000"/>
          <w:sz w:val="28"/>
          <w:szCs w:val="28"/>
          <w:lang w:val="uk-UA"/>
        </w:rPr>
        <w:t>Ботинське</w:t>
      </w:r>
      <w:proofErr w:type="spellEnd"/>
      <w:r w:rsidR="001315C0">
        <w:rPr>
          <w:color w:val="000000"/>
          <w:sz w:val="28"/>
          <w:szCs w:val="28"/>
          <w:lang w:val="uk-UA"/>
        </w:rPr>
        <w:t xml:space="preserve"> </w:t>
      </w:r>
      <w:r w:rsidR="00CF3DA4">
        <w:rPr>
          <w:color w:val="000000"/>
          <w:sz w:val="28"/>
          <w:szCs w:val="28"/>
          <w:lang w:val="uk-UA"/>
        </w:rPr>
        <w:t>на території</w:t>
      </w:r>
      <w:r w:rsidR="00E35829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21014">
        <w:rPr>
          <w:color w:val="000000"/>
          <w:sz w:val="28"/>
          <w:szCs w:val="28"/>
          <w:lang w:val="uk-UA"/>
        </w:rPr>
        <w:t>Тереблянсь</w:t>
      </w:r>
      <w:r w:rsidR="002E7DF4">
        <w:rPr>
          <w:color w:val="000000"/>
          <w:sz w:val="28"/>
          <w:szCs w:val="28"/>
          <w:lang w:val="uk-UA"/>
        </w:rPr>
        <w:t>к</w:t>
      </w:r>
      <w:r w:rsidR="001315C0">
        <w:rPr>
          <w:color w:val="000000"/>
          <w:sz w:val="28"/>
          <w:szCs w:val="28"/>
          <w:lang w:val="uk-UA"/>
        </w:rPr>
        <w:t>ої</w:t>
      </w:r>
      <w:proofErr w:type="spellEnd"/>
      <w:r w:rsidR="002E7DF4">
        <w:rPr>
          <w:color w:val="000000"/>
          <w:sz w:val="28"/>
          <w:szCs w:val="28"/>
          <w:lang w:val="uk-UA"/>
        </w:rPr>
        <w:t xml:space="preserve"> сільської</w:t>
      </w:r>
      <w:r w:rsidR="00CF3DA4">
        <w:rPr>
          <w:color w:val="000000"/>
          <w:sz w:val="28"/>
          <w:szCs w:val="28"/>
          <w:lang w:val="uk-UA"/>
        </w:rPr>
        <w:t xml:space="preserve"> ради </w:t>
      </w:r>
      <w:r w:rsidR="00621014">
        <w:rPr>
          <w:color w:val="000000"/>
          <w:sz w:val="28"/>
          <w:szCs w:val="28"/>
          <w:lang w:val="uk-UA"/>
        </w:rPr>
        <w:t>Тячів</w:t>
      </w:r>
      <w:r w:rsidR="00A36967">
        <w:rPr>
          <w:color w:val="000000"/>
          <w:sz w:val="28"/>
          <w:szCs w:val="28"/>
          <w:lang w:val="uk-UA"/>
        </w:rPr>
        <w:t>ського</w:t>
      </w:r>
      <w:r w:rsidR="00F00029">
        <w:rPr>
          <w:color w:val="000000"/>
          <w:sz w:val="28"/>
          <w:szCs w:val="28"/>
          <w:lang w:val="uk-UA"/>
        </w:rPr>
        <w:t xml:space="preserve"> </w:t>
      </w:r>
      <w:r w:rsidR="00CF3DA4" w:rsidRPr="00337BB0">
        <w:rPr>
          <w:color w:val="000000"/>
          <w:sz w:val="28"/>
          <w:szCs w:val="28"/>
          <w:lang w:val="uk-UA"/>
        </w:rPr>
        <w:t>району Закарпатської області</w:t>
      </w:r>
      <w:r w:rsidR="00281153">
        <w:rPr>
          <w:color w:val="000000"/>
          <w:sz w:val="28"/>
          <w:szCs w:val="28"/>
          <w:lang w:val="uk-UA"/>
        </w:rPr>
        <w:fldChar w:fldCharType="end"/>
      </w:r>
      <w:r w:rsidR="00CF3DA4" w:rsidRPr="00721213">
        <w:rPr>
          <w:color w:val="000000"/>
          <w:sz w:val="28"/>
          <w:szCs w:val="28"/>
          <w:lang w:val="uk-UA"/>
        </w:rPr>
        <w:t>.</w:t>
      </w:r>
    </w:p>
    <w:p w:rsidR="00CF3DA4" w:rsidRPr="00093A1B" w:rsidRDefault="00310FB7" w:rsidP="00621014">
      <w:pPr>
        <w:tabs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</w:t>
      </w:r>
      <w:r w:rsidR="00791C01">
        <w:rPr>
          <w:sz w:val="28"/>
          <w:szCs w:val="28"/>
          <w:lang w:val="uk-UA"/>
        </w:rPr>
        <w:t xml:space="preserve">Рекомендувати громадянину </w:t>
      </w:r>
      <w:proofErr w:type="spellStart"/>
      <w:r w:rsidR="00F059FB">
        <w:rPr>
          <w:sz w:val="28"/>
          <w:szCs w:val="28"/>
          <w:lang w:val="uk-UA"/>
        </w:rPr>
        <w:t>Бережнику</w:t>
      </w:r>
      <w:proofErr w:type="spellEnd"/>
      <w:r w:rsidR="00F059FB">
        <w:rPr>
          <w:sz w:val="28"/>
          <w:szCs w:val="28"/>
          <w:lang w:val="uk-UA"/>
        </w:rPr>
        <w:t xml:space="preserve"> Івану Миколайовичу</w:t>
      </w:r>
      <w:r w:rsidR="00F059FB" w:rsidRPr="00202976">
        <w:rPr>
          <w:sz w:val="28"/>
          <w:szCs w:val="28"/>
          <w:lang w:val="uk-UA"/>
        </w:rPr>
        <w:t xml:space="preserve"> </w:t>
      </w:r>
      <w:r w:rsidR="00791C01" w:rsidRPr="00202976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F059FB">
        <w:rPr>
          <w:sz w:val="28"/>
          <w:szCs w:val="28"/>
          <w:lang w:val="uk-UA"/>
        </w:rPr>
        <w:t>2124487000:01:002:019</w:t>
      </w:r>
      <w:r w:rsidR="001F235E">
        <w:rPr>
          <w:sz w:val="28"/>
          <w:szCs w:val="28"/>
          <w:lang w:val="uk-UA"/>
        </w:rPr>
        <w:t>9</w:t>
      </w:r>
      <w:r w:rsidR="00791C01" w:rsidRPr="00202976">
        <w:rPr>
          <w:sz w:val="28"/>
          <w:szCs w:val="28"/>
          <w:lang w:val="uk-UA"/>
        </w:rPr>
        <w:t>)</w:t>
      </w:r>
      <w:r w:rsidR="00791C01">
        <w:rPr>
          <w:sz w:val="28"/>
          <w:szCs w:val="28"/>
          <w:lang w:val="uk-UA"/>
        </w:rPr>
        <w:t xml:space="preserve"> </w:t>
      </w:r>
      <w:r w:rsidR="00791C01" w:rsidRPr="00202976">
        <w:rPr>
          <w:sz w:val="28"/>
          <w:szCs w:val="28"/>
          <w:lang w:val="uk-UA"/>
        </w:rPr>
        <w:t xml:space="preserve">відповідно до Закону України </w:t>
      </w:r>
      <w:r w:rsidR="00791C01">
        <w:rPr>
          <w:sz w:val="28"/>
          <w:szCs w:val="28"/>
          <w:lang w:val="uk-UA"/>
        </w:rPr>
        <w:t>“</w:t>
      </w:r>
      <w:r w:rsidR="00791C01" w:rsidRPr="00202976">
        <w:rPr>
          <w:sz w:val="28"/>
          <w:szCs w:val="28"/>
          <w:lang w:val="uk-UA"/>
        </w:rPr>
        <w:t>Про державну реєстрацію речових прав на</w:t>
      </w:r>
      <w:r w:rsidR="00791C01">
        <w:rPr>
          <w:sz w:val="28"/>
          <w:szCs w:val="28"/>
          <w:lang w:val="uk-UA"/>
        </w:rPr>
        <w:t xml:space="preserve"> нерухоме майно та їх обтяжень” та виготовити агрохімічний паспорт земельної ділянки.</w:t>
      </w:r>
    </w:p>
    <w:p w:rsidR="00CF3DA4" w:rsidRDefault="00310FB7" w:rsidP="00621014">
      <w:pPr>
        <w:tabs>
          <w:tab w:val="left" w:pos="7088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="00CF3DA4" w:rsidRPr="00093A1B">
        <w:rPr>
          <w:sz w:val="28"/>
          <w:szCs w:val="28"/>
          <w:lang w:val="uk-UA"/>
        </w:rPr>
        <w:t>Контроль</w:t>
      </w:r>
      <w:r w:rsidR="00A81D29">
        <w:rPr>
          <w:sz w:val="28"/>
          <w:szCs w:val="28"/>
          <w:lang w:val="uk-UA"/>
        </w:rPr>
        <w:t xml:space="preserve"> </w:t>
      </w:r>
      <w:r w:rsidR="00CF3DA4" w:rsidRPr="00093A1B">
        <w:rPr>
          <w:sz w:val="28"/>
          <w:szCs w:val="28"/>
          <w:lang w:val="uk-UA"/>
        </w:rPr>
        <w:t xml:space="preserve"> за</w:t>
      </w:r>
      <w:r w:rsidR="00A81D29">
        <w:rPr>
          <w:sz w:val="28"/>
          <w:szCs w:val="28"/>
          <w:lang w:val="uk-UA"/>
        </w:rPr>
        <w:t xml:space="preserve"> </w:t>
      </w:r>
      <w:r w:rsidR="00CF3DA4" w:rsidRPr="00093A1B">
        <w:rPr>
          <w:sz w:val="28"/>
          <w:szCs w:val="28"/>
          <w:lang w:val="uk-UA"/>
        </w:rPr>
        <w:t xml:space="preserve"> виконанням</w:t>
      </w:r>
      <w:r w:rsidR="00CF3DA4">
        <w:rPr>
          <w:sz w:val="28"/>
          <w:szCs w:val="28"/>
          <w:lang w:val="uk-UA"/>
        </w:rPr>
        <w:t xml:space="preserve"> </w:t>
      </w:r>
      <w:r w:rsidR="00A81D29">
        <w:rPr>
          <w:sz w:val="28"/>
          <w:szCs w:val="28"/>
          <w:lang w:val="uk-UA"/>
        </w:rPr>
        <w:t xml:space="preserve"> </w:t>
      </w:r>
      <w:r w:rsidR="00CF3DA4">
        <w:rPr>
          <w:sz w:val="28"/>
          <w:szCs w:val="28"/>
          <w:lang w:val="uk-UA"/>
        </w:rPr>
        <w:t>пунктів 1,2</w:t>
      </w:r>
      <w:r w:rsidR="00CF3DA4" w:rsidRPr="00093A1B">
        <w:rPr>
          <w:sz w:val="28"/>
          <w:szCs w:val="28"/>
          <w:lang w:val="uk-UA"/>
        </w:rPr>
        <w:t xml:space="preserve"> цього наказу залишаю за собою.</w:t>
      </w:r>
    </w:p>
    <w:p w:rsidR="001A6E3F" w:rsidRPr="00093A1B" w:rsidRDefault="001A6E3F" w:rsidP="00A81D29">
      <w:pPr>
        <w:ind w:right="-284" w:firstLine="567"/>
        <w:jc w:val="both"/>
        <w:rPr>
          <w:sz w:val="28"/>
          <w:szCs w:val="28"/>
          <w:lang w:val="uk-UA"/>
        </w:rPr>
      </w:pPr>
    </w:p>
    <w:p w:rsidR="00CF3DA4" w:rsidRDefault="00CF3DA4" w:rsidP="00395C2A">
      <w:pPr>
        <w:jc w:val="both"/>
        <w:rPr>
          <w:sz w:val="28"/>
          <w:szCs w:val="28"/>
          <w:lang w:val="uk-UA"/>
        </w:rPr>
      </w:pPr>
    </w:p>
    <w:p w:rsidR="00301F00" w:rsidRPr="00481B43" w:rsidRDefault="00301F00" w:rsidP="00395C2A">
      <w:pPr>
        <w:jc w:val="both"/>
        <w:rPr>
          <w:sz w:val="28"/>
          <w:szCs w:val="28"/>
          <w:lang w:val="uk-UA"/>
        </w:rPr>
      </w:pPr>
    </w:p>
    <w:p w:rsidR="000C4674" w:rsidRDefault="00791C01" w:rsidP="00621014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="000C4674" w:rsidRPr="00023C7B">
        <w:rPr>
          <w:sz w:val="28"/>
          <w:szCs w:val="28"/>
          <w:lang w:val="uk-UA"/>
        </w:rPr>
        <w:t xml:space="preserve"> Головного управління                                </w:t>
      </w:r>
      <w:r>
        <w:rPr>
          <w:sz w:val="28"/>
          <w:szCs w:val="28"/>
          <w:lang w:val="uk-UA"/>
        </w:rPr>
        <w:t xml:space="preserve">      </w:t>
      </w:r>
      <w:r w:rsidR="00621014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>С.МЕЛЬНИЧУК</w:t>
      </w:r>
      <w:bookmarkStart w:id="0" w:name="_GoBack"/>
      <w:bookmarkEnd w:id="0"/>
    </w:p>
    <w:sectPr w:rsidR="000C4674" w:rsidSect="007D03BB">
      <w:headerReference w:type="even" r:id="rId8"/>
      <w:pgSz w:w="11906" w:h="16838"/>
      <w:pgMar w:top="284" w:right="566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AD5" w:rsidRDefault="00D17AD5">
      <w:r>
        <w:separator/>
      </w:r>
    </w:p>
  </w:endnote>
  <w:endnote w:type="continuationSeparator" w:id="0">
    <w:p w:rsidR="00D17AD5" w:rsidRDefault="00D17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AD5" w:rsidRDefault="00D17AD5">
      <w:r>
        <w:separator/>
      </w:r>
    </w:p>
  </w:footnote>
  <w:footnote w:type="continuationSeparator" w:id="0">
    <w:p w:rsidR="00D17AD5" w:rsidRDefault="00D17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2CC" w:rsidRDefault="00E34D29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772C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772CC" w:rsidRDefault="004772C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1DB"/>
    <w:rsid w:val="000057C6"/>
    <w:rsid w:val="00010114"/>
    <w:rsid w:val="000337E9"/>
    <w:rsid w:val="0004721D"/>
    <w:rsid w:val="00057628"/>
    <w:rsid w:val="000645F6"/>
    <w:rsid w:val="00075B14"/>
    <w:rsid w:val="00083FCF"/>
    <w:rsid w:val="00087DD0"/>
    <w:rsid w:val="00093A1B"/>
    <w:rsid w:val="000B1F8A"/>
    <w:rsid w:val="000B2232"/>
    <w:rsid w:val="000C1D29"/>
    <w:rsid w:val="000C4674"/>
    <w:rsid w:val="000C5674"/>
    <w:rsid w:val="000E107A"/>
    <w:rsid w:val="000E1B25"/>
    <w:rsid w:val="000E26F3"/>
    <w:rsid w:val="000E2B55"/>
    <w:rsid w:val="000E3CFD"/>
    <w:rsid w:val="000E3F42"/>
    <w:rsid w:val="000E501D"/>
    <w:rsid w:val="000F4ED7"/>
    <w:rsid w:val="00100980"/>
    <w:rsid w:val="00121F11"/>
    <w:rsid w:val="001315C0"/>
    <w:rsid w:val="00133FA8"/>
    <w:rsid w:val="001631C3"/>
    <w:rsid w:val="00170173"/>
    <w:rsid w:val="00170AF9"/>
    <w:rsid w:val="00183B90"/>
    <w:rsid w:val="00184C13"/>
    <w:rsid w:val="001854F5"/>
    <w:rsid w:val="00190D65"/>
    <w:rsid w:val="00191DC4"/>
    <w:rsid w:val="001A6E3F"/>
    <w:rsid w:val="001B6309"/>
    <w:rsid w:val="001D03AF"/>
    <w:rsid w:val="001D2CD4"/>
    <w:rsid w:val="001D7D34"/>
    <w:rsid w:val="001F235E"/>
    <w:rsid w:val="001F3868"/>
    <w:rsid w:val="00202F4F"/>
    <w:rsid w:val="00217B63"/>
    <w:rsid w:val="002254BE"/>
    <w:rsid w:val="00230CDC"/>
    <w:rsid w:val="002431DB"/>
    <w:rsid w:val="00247FB2"/>
    <w:rsid w:val="00257EF4"/>
    <w:rsid w:val="002652BD"/>
    <w:rsid w:val="0026701E"/>
    <w:rsid w:val="00271721"/>
    <w:rsid w:val="00281153"/>
    <w:rsid w:val="00290A12"/>
    <w:rsid w:val="002914DE"/>
    <w:rsid w:val="00293410"/>
    <w:rsid w:val="002B0F41"/>
    <w:rsid w:val="002C021A"/>
    <w:rsid w:val="002C2DF1"/>
    <w:rsid w:val="002D267A"/>
    <w:rsid w:val="002E7DF4"/>
    <w:rsid w:val="00301F00"/>
    <w:rsid w:val="00303DB6"/>
    <w:rsid w:val="003106D2"/>
    <w:rsid w:val="00310FB7"/>
    <w:rsid w:val="0033058D"/>
    <w:rsid w:val="00334E6A"/>
    <w:rsid w:val="00337BB0"/>
    <w:rsid w:val="0034087A"/>
    <w:rsid w:val="00341201"/>
    <w:rsid w:val="0034683A"/>
    <w:rsid w:val="003561EB"/>
    <w:rsid w:val="003647BF"/>
    <w:rsid w:val="003713C3"/>
    <w:rsid w:val="00387F46"/>
    <w:rsid w:val="003915AE"/>
    <w:rsid w:val="00394A69"/>
    <w:rsid w:val="00395C2A"/>
    <w:rsid w:val="003A2849"/>
    <w:rsid w:val="003E3270"/>
    <w:rsid w:val="003E5810"/>
    <w:rsid w:val="004009C7"/>
    <w:rsid w:val="004027DB"/>
    <w:rsid w:val="004060A2"/>
    <w:rsid w:val="00411C42"/>
    <w:rsid w:val="00415D29"/>
    <w:rsid w:val="004347FD"/>
    <w:rsid w:val="00442BA2"/>
    <w:rsid w:val="00444FC1"/>
    <w:rsid w:val="004518A2"/>
    <w:rsid w:val="00460C7A"/>
    <w:rsid w:val="00476AB9"/>
    <w:rsid w:val="004772CC"/>
    <w:rsid w:val="00481B43"/>
    <w:rsid w:val="00486874"/>
    <w:rsid w:val="004A0D11"/>
    <w:rsid w:val="004A6DAE"/>
    <w:rsid w:val="004C48E9"/>
    <w:rsid w:val="004D2BEE"/>
    <w:rsid w:val="004D3999"/>
    <w:rsid w:val="004E6B06"/>
    <w:rsid w:val="004F03EA"/>
    <w:rsid w:val="004F4E09"/>
    <w:rsid w:val="00513F7C"/>
    <w:rsid w:val="00515603"/>
    <w:rsid w:val="00523109"/>
    <w:rsid w:val="005340D9"/>
    <w:rsid w:val="00540ABF"/>
    <w:rsid w:val="00543830"/>
    <w:rsid w:val="005510B3"/>
    <w:rsid w:val="00552DAC"/>
    <w:rsid w:val="00561030"/>
    <w:rsid w:val="00585A2F"/>
    <w:rsid w:val="005B1D59"/>
    <w:rsid w:val="005E6159"/>
    <w:rsid w:val="00605E47"/>
    <w:rsid w:val="00616A4E"/>
    <w:rsid w:val="00621014"/>
    <w:rsid w:val="00646A07"/>
    <w:rsid w:val="00655F0A"/>
    <w:rsid w:val="00670250"/>
    <w:rsid w:val="006742F9"/>
    <w:rsid w:val="00680746"/>
    <w:rsid w:val="00697AAC"/>
    <w:rsid w:val="006B3488"/>
    <w:rsid w:val="006C1C85"/>
    <w:rsid w:val="006D5FA0"/>
    <w:rsid w:val="00706BAE"/>
    <w:rsid w:val="00711DBB"/>
    <w:rsid w:val="00721213"/>
    <w:rsid w:val="00747E34"/>
    <w:rsid w:val="007630A8"/>
    <w:rsid w:val="00767C1F"/>
    <w:rsid w:val="00770483"/>
    <w:rsid w:val="00774154"/>
    <w:rsid w:val="00791C01"/>
    <w:rsid w:val="0079296A"/>
    <w:rsid w:val="00795DCB"/>
    <w:rsid w:val="00797EEB"/>
    <w:rsid w:val="007B3A10"/>
    <w:rsid w:val="007C387C"/>
    <w:rsid w:val="007D03BB"/>
    <w:rsid w:val="007D6CAF"/>
    <w:rsid w:val="007D7F25"/>
    <w:rsid w:val="007F1B99"/>
    <w:rsid w:val="007F6490"/>
    <w:rsid w:val="00802753"/>
    <w:rsid w:val="00810662"/>
    <w:rsid w:val="00814044"/>
    <w:rsid w:val="00822B7B"/>
    <w:rsid w:val="00825D75"/>
    <w:rsid w:val="00826BB5"/>
    <w:rsid w:val="00835BFD"/>
    <w:rsid w:val="008532D1"/>
    <w:rsid w:val="008547C7"/>
    <w:rsid w:val="00857225"/>
    <w:rsid w:val="00857A71"/>
    <w:rsid w:val="00864644"/>
    <w:rsid w:val="00865FCC"/>
    <w:rsid w:val="00870B1F"/>
    <w:rsid w:val="00875729"/>
    <w:rsid w:val="00883550"/>
    <w:rsid w:val="00884FB2"/>
    <w:rsid w:val="008914D7"/>
    <w:rsid w:val="008C0523"/>
    <w:rsid w:val="008C4E50"/>
    <w:rsid w:val="008C6E84"/>
    <w:rsid w:val="008D54D8"/>
    <w:rsid w:val="00907E1B"/>
    <w:rsid w:val="009100D3"/>
    <w:rsid w:val="00912892"/>
    <w:rsid w:val="009136BA"/>
    <w:rsid w:val="009171F8"/>
    <w:rsid w:val="00921689"/>
    <w:rsid w:val="00952A6C"/>
    <w:rsid w:val="00957898"/>
    <w:rsid w:val="00963008"/>
    <w:rsid w:val="009639E3"/>
    <w:rsid w:val="00980D66"/>
    <w:rsid w:val="00990BB9"/>
    <w:rsid w:val="0099168E"/>
    <w:rsid w:val="009A02E8"/>
    <w:rsid w:val="009A5C07"/>
    <w:rsid w:val="009B3030"/>
    <w:rsid w:val="009B5F6B"/>
    <w:rsid w:val="009D4C89"/>
    <w:rsid w:val="009E5B24"/>
    <w:rsid w:val="009F068D"/>
    <w:rsid w:val="009F3F0C"/>
    <w:rsid w:val="009F449B"/>
    <w:rsid w:val="00A00562"/>
    <w:rsid w:val="00A03EC4"/>
    <w:rsid w:val="00A1106E"/>
    <w:rsid w:val="00A1371C"/>
    <w:rsid w:val="00A32451"/>
    <w:rsid w:val="00A36967"/>
    <w:rsid w:val="00A453D1"/>
    <w:rsid w:val="00A45D6F"/>
    <w:rsid w:val="00A53BAA"/>
    <w:rsid w:val="00A61426"/>
    <w:rsid w:val="00A618A1"/>
    <w:rsid w:val="00A640A9"/>
    <w:rsid w:val="00A6507F"/>
    <w:rsid w:val="00A66DDC"/>
    <w:rsid w:val="00A81D29"/>
    <w:rsid w:val="00A86072"/>
    <w:rsid w:val="00A90040"/>
    <w:rsid w:val="00A90672"/>
    <w:rsid w:val="00A927B1"/>
    <w:rsid w:val="00AA0684"/>
    <w:rsid w:val="00AA439C"/>
    <w:rsid w:val="00AB07B2"/>
    <w:rsid w:val="00AB2A2E"/>
    <w:rsid w:val="00AB3821"/>
    <w:rsid w:val="00AD1B6E"/>
    <w:rsid w:val="00AD5DDE"/>
    <w:rsid w:val="00AE1691"/>
    <w:rsid w:val="00AE7C67"/>
    <w:rsid w:val="00AF5FE5"/>
    <w:rsid w:val="00AF7072"/>
    <w:rsid w:val="00B06974"/>
    <w:rsid w:val="00B12055"/>
    <w:rsid w:val="00B144D5"/>
    <w:rsid w:val="00B27F68"/>
    <w:rsid w:val="00B35C9D"/>
    <w:rsid w:val="00B477E8"/>
    <w:rsid w:val="00B6333C"/>
    <w:rsid w:val="00B913B0"/>
    <w:rsid w:val="00B97CF0"/>
    <w:rsid w:val="00BC1312"/>
    <w:rsid w:val="00BC407C"/>
    <w:rsid w:val="00BC6E77"/>
    <w:rsid w:val="00BC72FA"/>
    <w:rsid w:val="00BD7AFF"/>
    <w:rsid w:val="00BE3CBD"/>
    <w:rsid w:val="00BF43D8"/>
    <w:rsid w:val="00C07568"/>
    <w:rsid w:val="00C32E26"/>
    <w:rsid w:val="00C3346A"/>
    <w:rsid w:val="00C53CA6"/>
    <w:rsid w:val="00C6067A"/>
    <w:rsid w:val="00C645A5"/>
    <w:rsid w:val="00C66804"/>
    <w:rsid w:val="00C73F8E"/>
    <w:rsid w:val="00C92E1B"/>
    <w:rsid w:val="00C93A59"/>
    <w:rsid w:val="00C9687F"/>
    <w:rsid w:val="00CC678A"/>
    <w:rsid w:val="00CD36DB"/>
    <w:rsid w:val="00CD77F9"/>
    <w:rsid w:val="00CE0EE9"/>
    <w:rsid w:val="00CF000B"/>
    <w:rsid w:val="00CF1F8C"/>
    <w:rsid w:val="00CF3DA4"/>
    <w:rsid w:val="00CF5406"/>
    <w:rsid w:val="00D03A4F"/>
    <w:rsid w:val="00D048B0"/>
    <w:rsid w:val="00D04C4B"/>
    <w:rsid w:val="00D0657D"/>
    <w:rsid w:val="00D17AD5"/>
    <w:rsid w:val="00D23BD5"/>
    <w:rsid w:val="00D25A2C"/>
    <w:rsid w:val="00D41D87"/>
    <w:rsid w:val="00D45D0D"/>
    <w:rsid w:val="00D5465A"/>
    <w:rsid w:val="00D54816"/>
    <w:rsid w:val="00D62EF4"/>
    <w:rsid w:val="00DA6F4B"/>
    <w:rsid w:val="00DB4B4D"/>
    <w:rsid w:val="00DC4E4C"/>
    <w:rsid w:val="00DE255C"/>
    <w:rsid w:val="00DE525F"/>
    <w:rsid w:val="00DF1765"/>
    <w:rsid w:val="00E07211"/>
    <w:rsid w:val="00E31948"/>
    <w:rsid w:val="00E34D29"/>
    <w:rsid w:val="00E35829"/>
    <w:rsid w:val="00E71A99"/>
    <w:rsid w:val="00E76F67"/>
    <w:rsid w:val="00E9780C"/>
    <w:rsid w:val="00EA48C6"/>
    <w:rsid w:val="00EA7516"/>
    <w:rsid w:val="00EB06FB"/>
    <w:rsid w:val="00EB580D"/>
    <w:rsid w:val="00EB6117"/>
    <w:rsid w:val="00EE24DD"/>
    <w:rsid w:val="00EE32AB"/>
    <w:rsid w:val="00EF068F"/>
    <w:rsid w:val="00EF3F65"/>
    <w:rsid w:val="00EF548B"/>
    <w:rsid w:val="00F00029"/>
    <w:rsid w:val="00F059FB"/>
    <w:rsid w:val="00F11159"/>
    <w:rsid w:val="00F13746"/>
    <w:rsid w:val="00F140B2"/>
    <w:rsid w:val="00F172D6"/>
    <w:rsid w:val="00F34565"/>
    <w:rsid w:val="00F34CE1"/>
    <w:rsid w:val="00F542A7"/>
    <w:rsid w:val="00F556AD"/>
    <w:rsid w:val="00F56986"/>
    <w:rsid w:val="00F653F4"/>
    <w:rsid w:val="00F70469"/>
    <w:rsid w:val="00F73B94"/>
    <w:rsid w:val="00F75200"/>
    <w:rsid w:val="00F90099"/>
    <w:rsid w:val="00F90EB3"/>
    <w:rsid w:val="00F916B0"/>
    <w:rsid w:val="00FA3397"/>
    <w:rsid w:val="00FA5881"/>
    <w:rsid w:val="00FF1C0C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65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1364</Words>
  <Characters>778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28</cp:revision>
  <cp:lastPrinted>2018-04-13T08:45:00Z</cp:lastPrinted>
  <dcterms:created xsi:type="dcterms:W3CDTF">2017-11-07T12:15:00Z</dcterms:created>
  <dcterms:modified xsi:type="dcterms:W3CDTF">2018-07-04T07:38:00Z</dcterms:modified>
</cp:coreProperties>
</file>