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20" w:rsidRPr="002D267A" w:rsidRDefault="002F4C20" w:rsidP="002F4C20">
      <w:r>
        <w:rPr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504825" cy="6667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7B5" w:rsidRPr="00B913B0" w:rsidRDefault="008857B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ГЕОКАДАСТР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57B5" w:rsidRPr="00B913B0" w:rsidRDefault="008857B5" w:rsidP="002431DB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B913B0">
        <w:rPr>
          <w:rFonts w:ascii="Times New Roman" w:hAnsi="Times New Roman"/>
          <w:b/>
          <w:sz w:val="28"/>
          <w:szCs w:val="28"/>
        </w:rPr>
        <w:t xml:space="preserve">Головне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Держ</w:t>
      </w:r>
      <w:r>
        <w:rPr>
          <w:rFonts w:ascii="Times New Roman" w:hAnsi="Times New Roman"/>
          <w:b/>
          <w:sz w:val="28"/>
          <w:szCs w:val="28"/>
          <w:lang w:val="uk-UA"/>
        </w:rPr>
        <w:t>геокадастру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913B0">
        <w:rPr>
          <w:rFonts w:ascii="Times New Roman" w:hAnsi="Times New Roman"/>
          <w:b/>
          <w:sz w:val="28"/>
          <w:szCs w:val="28"/>
        </w:rPr>
        <w:t xml:space="preserve">у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Закарпатській</w:t>
      </w:r>
      <w:proofErr w:type="spellEnd"/>
      <w:r w:rsidRPr="00B913B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13B0">
        <w:rPr>
          <w:rFonts w:ascii="Times New Roman" w:hAnsi="Times New Roman"/>
          <w:b/>
          <w:sz w:val="28"/>
          <w:szCs w:val="28"/>
        </w:rPr>
        <w:t>області</w:t>
      </w:r>
      <w:proofErr w:type="spellEnd"/>
    </w:p>
    <w:p w:rsidR="008857B5" w:rsidRPr="00F90099" w:rsidRDefault="008857B5" w:rsidP="002431DB">
      <w:pPr>
        <w:jc w:val="center"/>
        <w:rPr>
          <w:b/>
          <w:sz w:val="28"/>
          <w:szCs w:val="28"/>
        </w:rPr>
      </w:pPr>
    </w:p>
    <w:p w:rsidR="008857B5" w:rsidRPr="00721213" w:rsidRDefault="008857B5" w:rsidP="002431DB">
      <w:pPr>
        <w:jc w:val="center"/>
        <w:rPr>
          <w:b/>
          <w:sz w:val="28"/>
          <w:szCs w:val="28"/>
        </w:rPr>
      </w:pPr>
      <w:r w:rsidRPr="0033058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33058D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gramStart"/>
      <w:r w:rsidRPr="0033058D">
        <w:rPr>
          <w:b/>
          <w:sz w:val="28"/>
          <w:szCs w:val="28"/>
        </w:rPr>
        <w:t>З</w:t>
      </w:r>
      <w:proofErr w:type="gramEnd"/>
    </w:p>
    <w:p w:rsidR="008857B5" w:rsidRPr="00721213" w:rsidRDefault="008857B5" w:rsidP="002431DB">
      <w:pPr>
        <w:jc w:val="center"/>
        <w:rPr>
          <w:b/>
          <w:sz w:val="28"/>
          <w:szCs w:val="28"/>
        </w:rPr>
      </w:pPr>
    </w:p>
    <w:p w:rsidR="008857B5" w:rsidRDefault="008857B5" w:rsidP="002431DB">
      <w:pPr>
        <w:jc w:val="center"/>
        <w:rPr>
          <w:b/>
          <w:sz w:val="28"/>
          <w:szCs w:val="28"/>
        </w:rPr>
      </w:pPr>
      <w:r w:rsidRPr="0033058D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33058D">
        <w:rPr>
          <w:sz w:val="28"/>
          <w:szCs w:val="28"/>
        </w:rPr>
        <w:t>Ужгород</w:t>
      </w:r>
    </w:p>
    <w:p w:rsidR="00981FD3" w:rsidRDefault="00981FD3" w:rsidP="00981FD3">
      <w:pPr>
        <w:spacing w:line="360" w:lineRule="auto"/>
        <w:rPr>
          <w:b/>
          <w:sz w:val="28"/>
          <w:szCs w:val="28"/>
          <w:lang w:val="uk-UA"/>
        </w:rPr>
      </w:pPr>
      <w:fldSimple w:instr=" DOCVARIABLE &quot;дата наказу&quot; \* MERGEFORMAT ">
        <w:r>
          <w:rPr>
            <w:sz w:val="28"/>
            <w:szCs w:val="28"/>
            <w:lang w:val="uk-UA"/>
          </w:rPr>
          <w:t>29.12.2017 року</w:t>
        </w:r>
      </w:fldSimple>
      <w:r>
        <w:rPr>
          <w:sz w:val="28"/>
          <w:szCs w:val="28"/>
          <w:lang w:val="uk-UA"/>
        </w:rPr>
        <w:t xml:space="preserve">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№ 3703-сг</w:t>
      </w:r>
    </w:p>
    <w:p w:rsidR="0090166D" w:rsidRDefault="0090166D" w:rsidP="002431DB">
      <w:pPr>
        <w:jc w:val="both"/>
        <w:rPr>
          <w:b/>
          <w:noProof/>
          <w:sz w:val="28"/>
          <w:szCs w:val="28"/>
          <w:lang w:val="uk-UA"/>
        </w:rPr>
      </w:pPr>
    </w:p>
    <w:p w:rsidR="008857B5" w:rsidRDefault="008857B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 xml:space="preserve">Про </w:t>
      </w:r>
      <w:r w:rsidRPr="00616A4E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>проекту</w:t>
      </w:r>
    </w:p>
    <w:p w:rsidR="008857B5" w:rsidRDefault="008857B5" w:rsidP="002431DB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та передачу </w:t>
      </w:r>
      <w:r w:rsidRPr="00616A4E">
        <w:rPr>
          <w:b/>
          <w:noProof/>
          <w:sz w:val="28"/>
          <w:szCs w:val="28"/>
          <w:lang w:val="uk-UA"/>
        </w:rPr>
        <w:t xml:space="preserve">у </w:t>
      </w:r>
    </w:p>
    <w:p w:rsidR="008857B5" w:rsidRDefault="008857B5" w:rsidP="002431DB">
      <w:pPr>
        <w:jc w:val="both"/>
        <w:rPr>
          <w:b/>
          <w:sz w:val="28"/>
          <w:szCs w:val="28"/>
          <w:lang w:val="uk-UA"/>
        </w:rPr>
      </w:pPr>
      <w:r w:rsidRPr="00616A4E">
        <w:rPr>
          <w:b/>
          <w:noProof/>
          <w:sz w:val="28"/>
          <w:szCs w:val="28"/>
          <w:lang w:val="uk-UA"/>
        </w:rPr>
        <w:t>власність</w:t>
      </w:r>
      <w:r>
        <w:rPr>
          <w:b/>
          <w:noProof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земельної ділянки</w:t>
      </w:r>
    </w:p>
    <w:p w:rsidR="00CA7765" w:rsidRDefault="00CA7765" w:rsidP="002431DB">
      <w:pPr>
        <w:ind w:firstLine="540"/>
        <w:jc w:val="both"/>
        <w:rPr>
          <w:sz w:val="28"/>
          <w:szCs w:val="28"/>
          <w:lang w:val="uk-UA"/>
        </w:rPr>
      </w:pPr>
    </w:p>
    <w:p w:rsidR="004F0F44" w:rsidRPr="004F0F44" w:rsidRDefault="004F0F44" w:rsidP="004F0F44">
      <w:pPr>
        <w:ind w:firstLine="708"/>
        <w:jc w:val="both"/>
        <w:rPr>
          <w:sz w:val="28"/>
          <w:szCs w:val="28"/>
          <w:lang w:val="uk-UA"/>
        </w:rPr>
      </w:pPr>
      <w:r w:rsidRPr="004F0F44">
        <w:rPr>
          <w:sz w:val="28"/>
          <w:szCs w:val="28"/>
          <w:lang w:val="uk-UA"/>
        </w:rPr>
        <w:t xml:space="preserve">Відповідно до статей 15-1, </w:t>
      </w:r>
      <w:r w:rsidR="00B4577D">
        <w:rPr>
          <w:sz w:val="28"/>
          <w:szCs w:val="28"/>
          <w:lang w:val="uk-UA"/>
        </w:rPr>
        <w:t xml:space="preserve">33, </w:t>
      </w:r>
      <w:bookmarkStart w:id="0" w:name="_GoBack"/>
      <w:bookmarkEnd w:id="0"/>
      <w:r w:rsidRPr="004F0F44">
        <w:rPr>
          <w:sz w:val="28"/>
          <w:szCs w:val="28"/>
          <w:lang w:val="uk-UA"/>
        </w:rPr>
        <w:t xml:space="preserve">91, 103, 116, 118, 121, 122, 186 Земельного кодексу України, Положення про Головне управління </w:t>
      </w:r>
      <w:proofErr w:type="spellStart"/>
      <w:r w:rsidRPr="004F0F44">
        <w:rPr>
          <w:sz w:val="28"/>
          <w:szCs w:val="28"/>
          <w:lang w:val="uk-UA"/>
        </w:rPr>
        <w:t>Держгеокадастру</w:t>
      </w:r>
      <w:proofErr w:type="spellEnd"/>
      <w:r w:rsidRPr="004F0F44">
        <w:rPr>
          <w:sz w:val="28"/>
          <w:szCs w:val="28"/>
          <w:lang w:val="uk-UA"/>
        </w:rPr>
        <w:t xml:space="preserve"> у Закарпатській області, затвердженого наказом Державної служби України з питань геодезії, картографії та кадастру від 17.11.2016 № 308, розглянувши проект землеустрою щодо відведення земельної ділянки у власність громадянину </w:t>
      </w:r>
      <w:proofErr w:type="spellStart"/>
      <w:r w:rsidRPr="004F0F44">
        <w:rPr>
          <w:sz w:val="28"/>
          <w:szCs w:val="28"/>
          <w:lang w:val="uk-UA"/>
        </w:rPr>
        <w:t>Квичу</w:t>
      </w:r>
      <w:proofErr w:type="spellEnd"/>
      <w:r w:rsidRPr="004F0F44">
        <w:rPr>
          <w:sz w:val="28"/>
          <w:szCs w:val="28"/>
          <w:lang w:val="uk-UA"/>
        </w:rPr>
        <w:t xml:space="preserve"> Володимиру Михайловичу,</w:t>
      </w:r>
    </w:p>
    <w:p w:rsidR="004F0F44" w:rsidRPr="004F0F44" w:rsidRDefault="004F0F44" w:rsidP="004F0F44">
      <w:pPr>
        <w:jc w:val="both"/>
        <w:rPr>
          <w:sz w:val="28"/>
          <w:szCs w:val="28"/>
          <w:lang w:val="uk-UA"/>
        </w:rPr>
      </w:pPr>
    </w:p>
    <w:p w:rsidR="004F0F44" w:rsidRPr="004F0F44" w:rsidRDefault="004F0F44" w:rsidP="004F0F44">
      <w:pPr>
        <w:jc w:val="both"/>
        <w:rPr>
          <w:sz w:val="28"/>
          <w:szCs w:val="28"/>
          <w:lang w:val="uk-UA"/>
        </w:rPr>
      </w:pPr>
      <w:r w:rsidRPr="004F0F44">
        <w:rPr>
          <w:sz w:val="28"/>
          <w:szCs w:val="28"/>
          <w:lang w:val="uk-UA"/>
        </w:rPr>
        <w:t>НАКАЗУЮ:</w:t>
      </w:r>
    </w:p>
    <w:p w:rsidR="004F0F44" w:rsidRPr="004F0F44" w:rsidRDefault="004F0F44" w:rsidP="004F0F44">
      <w:pPr>
        <w:jc w:val="both"/>
        <w:rPr>
          <w:sz w:val="28"/>
          <w:szCs w:val="28"/>
          <w:lang w:val="uk-UA"/>
        </w:rPr>
      </w:pPr>
    </w:p>
    <w:p w:rsidR="004F0F44" w:rsidRPr="004F0F44" w:rsidRDefault="004F0F44" w:rsidP="004F0F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4F0F44">
        <w:rPr>
          <w:sz w:val="28"/>
          <w:szCs w:val="28"/>
          <w:lang w:val="uk-UA"/>
        </w:rPr>
        <w:t xml:space="preserve">Затвердити проект землеустрою щодо відведення земельної ділянки у власність громадянину </w:t>
      </w:r>
      <w:proofErr w:type="spellStart"/>
      <w:r w:rsidRPr="004F0F44">
        <w:rPr>
          <w:sz w:val="28"/>
          <w:szCs w:val="28"/>
          <w:lang w:val="uk-UA"/>
        </w:rPr>
        <w:t>Квичу</w:t>
      </w:r>
      <w:proofErr w:type="spellEnd"/>
      <w:r w:rsidRPr="004F0F44">
        <w:rPr>
          <w:sz w:val="28"/>
          <w:szCs w:val="28"/>
          <w:lang w:val="uk-UA"/>
        </w:rPr>
        <w:t xml:space="preserve"> Володимиру Михайловичу.</w:t>
      </w:r>
    </w:p>
    <w:p w:rsidR="004F0F44" w:rsidRPr="004F0F44" w:rsidRDefault="004F0F44" w:rsidP="004F0F44">
      <w:pPr>
        <w:ind w:firstLine="708"/>
        <w:jc w:val="both"/>
        <w:rPr>
          <w:sz w:val="28"/>
          <w:szCs w:val="28"/>
          <w:lang w:val="uk-UA"/>
        </w:rPr>
      </w:pPr>
      <w:r w:rsidRPr="004F0F44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 </w:t>
      </w:r>
      <w:r w:rsidRPr="004F0F44">
        <w:rPr>
          <w:sz w:val="28"/>
          <w:szCs w:val="28"/>
          <w:lang w:val="uk-UA"/>
        </w:rPr>
        <w:t xml:space="preserve">Передати громадянину </w:t>
      </w:r>
      <w:proofErr w:type="spellStart"/>
      <w:r w:rsidRPr="004F0F44">
        <w:rPr>
          <w:sz w:val="28"/>
          <w:szCs w:val="28"/>
          <w:lang w:val="uk-UA"/>
        </w:rPr>
        <w:t>Квичу</w:t>
      </w:r>
      <w:proofErr w:type="spellEnd"/>
      <w:r w:rsidRPr="004F0F44">
        <w:rPr>
          <w:sz w:val="28"/>
          <w:szCs w:val="28"/>
          <w:lang w:val="uk-UA"/>
        </w:rPr>
        <w:t xml:space="preserve"> Володимиру Михайловичу у власність земельну ділянку (кадастровий номер 2123282500:02:006:0001) площею 0,4634</w:t>
      </w:r>
      <w:r>
        <w:rPr>
          <w:sz w:val="28"/>
          <w:szCs w:val="28"/>
          <w:lang w:val="uk-UA"/>
        </w:rPr>
        <w:t> </w:t>
      </w:r>
      <w:r w:rsidRPr="004F0F44">
        <w:rPr>
          <w:sz w:val="28"/>
          <w:szCs w:val="28"/>
          <w:lang w:val="uk-UA"/>
        </w:rPr>
        <w:t>га, в тому числі пасовища площею 0,4634</w:t>
      </w:r>
      <w:r>
        <w:rPr>
          <w:sz w:val="28"/>
          <w:szCs w:val="28"/>
          <w:lang w:val="uk-UA"/>
        </w:rPr>
        <w:t> </w:t>
      </w:r>
      <w:r w:rsidRPr="004F0F44">
        <w:rPr>
          <w:sz w:val="28"/>
          <w:szCs w:val="28"/>
          <w:lang w:val="uk-UA"/>
        </w:rPr>
        <w:t xml:space="preserve">га, із земель сільськогосподарського призначення державної власності для ведення особистого селянського господарства (код цільового призначення згідно класифікації видів цільового призначення земель – 01.03), розташовану за межами населеного пункту на території </w:t>
      </w:r>
      <w:proofErr w:type="spellStart"/>
      <w:r w:rsidRPr="004F0F44">
        <w:rPr>
          <w:sz w:val="28"/>
          <w:szCs w:val="28"/>
          <w:lang w:val="uk-UA"/>
        </w:rPr>
        <w:t>Вільшинківської</w:t>
      </w:r>
      <w:proofErr w:type="spellEnd"/>
      <w:r w:rsidRPr="004F0F44">
        <w:rPr>
          <w:sz w:val="28"/>
          <w:szCs w:val="28"/>
          <w:lang w:val="uk-UA"/>
        </w:rPr>
        <w:t xml:space="preserve"> сільської ради </w:t>
      </w:r>
      <w:proofErr w:type="spellStart"/>
      <w:r w:rsidRPr="004F0F44">
        <w:rPr>
          <w:sz w:val="28"/>
          <w:szCs w:val="28"/>
          <w:lang w:val="uk-UA"/>
        </w:rPr>
        <w:t>Перечинського</w:t>
      </w:r>
      <w:proofErr w:type="spellEnd"/>
      <w:r w:rsidRPr="004F0F44">
        <w:rPr>
          <w:sz w:val="28"/>
          <w:szCs w:val="28"/>
          <w:lang w:val="uk-UA"/>
        </w:rPr>
        <w:t xml:space="preserve"> району Закарпатської області.</w:t>
      </w:r>
    </w:p>
    <w:p w:rsidR="004F0F44" w:rsidRPr="004F0F44" w:rsidRDefault="004F0F44" w:rsidP="004F0F44">
      <w:pPr>
        <w:ind w:firstLine="708"/>
        <w:jc w:val="both"/>
        <w:rPr>
          <w:sz w:val="28"/>
          <w:szCs w:val="28"/>
          <w:lang w:val="uk-UA"/>
        </w:rPr>
      </w:pPr>
      <w:r w:rsidRPr="004F0F4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 </w:t>
      </w:r>
      <w:r w:rsidRPr="004F0F44">
        <w:rPr>
          <w:sz w:val="28"/>
          <w:szCs w:val="28"/>
          <w:lang w:val="uk-UA"/>
        </w:rPr>
        <w:t xml:space="preserve">Рекомендувати громадянину </w:t>
      </w:r>
      <w:proofErr w:type="spellStart"/>
      <w:r w:rsidRPr="004F0F44">
        <w:rPr>
          <w:sz w:val="28"/>
          <w:szCs w:val="28"/>
          <w:lang w:val="uk-UA"/>
        </w:rPr>
        <w:t>Квичу</w:t>
      </w:r>
      <w:proofErr w:type="spellEnd"/>
      <w:r w:rsidRPr="004F0F44">
        <w:rPr>
          <w:sz w:val="28"/>
          <w:szCs w:val="28"/>
          <w:lang w:val="uk-UA"/>
        </w:rPr>
        <w:t xml:space="preserve"> Володимиру Михайловичу  оформити право власності на земельну ділянку (кадастровий номер 2123282500:02:006:0001) відповідно до Закону України „Про державну реєстрацію речових прав на нерухоме майно та їх </w:t>
      </w:r>
      <w:proofErr w:type="spellStart"/>
      <w:r w:rsidRPr="004F0F44">
        <w:rPr>
          <w:sz w:val="28"/>
          <w:szCs w:val="28"/>
          <w:lang w:val="uk-UA"/>
        </w:rPr>
        <w:t>обтяжень”</w:t>
      </w:r>
      <w:proofErr w:type="spellEnd"/>
      <w:r w:rsidRPr="004F0F44">
        <w:rPr>
          <w:sz w:val="28"/>
          <w:szCs w:val="28"/>
          <w:lang w:val="uk-UA"/>
        </w:rPr>
        <w:t>.</w:t>
      </w:r>
    </w:p>
    <w:p w:rsidR="004F0F44" w:rsidRDefault="004F0F44" w:rsidP="004F0F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4F0F44">
        <w:rPr>
          <w:sz w:val="28"/>
          <w:szCs w:val="28"/>
          <w:lang w:val="uk-UA"/>
        </w:rPr>
        <w:t>Контроль за виконанням пунктів 1,2 цього наказу залишаю за собою.</w:t>
      </w:r>
    </w:p>
    <w:p w:rsidR="00A039FE" w:rsidRDefault="00A039FE" w:rsidP="004F0F44">
      <w:pPr>
        <w:ind w:firstLine="708"/>
        <w:jc w:val="both"/>
        <w:rPr>
          <w:sz w:val="28"/>
          <w:szCs w:val="28"/>
          <w:lang w:val="uk-UA"/>
        </w:rPr>
      </w:pPr>
    </w:p>
    <w:p w:rsidR="00F957E6" w:rsidRDefault="00F957E6" w:rsidP="00F957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Головного управління                                                   С. Мельничук</w:t>
      </w:r>
    </w:p>
    <w:p w:rsidR="00F957E6" w:rsidRDefault="00F957E6" w:rsidP="00F957E6">
      <w:pPr>
        <w:rPr>
          <w:sz w:val="28"/>
          <w:szCs w:val="28"/>
          <w:lang w:val="uk-UA"/>
        </w:rPr>
      </w:pPr>
    </w:p>
    <w:p w:rsidR="00A039FE" w:rsidRDefault="00A039FE" w:rsidP="00A039FE">
      <w:pPr>
        <w:rPr>
          <w:sz w:val="28"/>
          <w:szCs w:val="28"/>
          <w:lang w:val="uk-UA"/>
        </w:rPr>
      </w:pPr>
    </w:p>
    <w:sectPr w:rsidR="00A039FE" w:rsidSect="00C3346A">
      <w:headerReference w:type="even" r:id="rId8"/>
      <w:pgSz w:w="11906" w:h="16838"/>
      <w:pgMar w:top="1134" w:right="850" w:bottom="426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448" w:rsidRDefault="00D14448">
      <w:r>
        <w:separator/>
      </w:r>
    </w:p>
  </w:endnote>
  <w:endnote w:type="continuationSeparator" w:id="0">
    <w:p w:rsidR="00D14448" w:rsidRDefault="00D14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448" w:rsidRDefault="00D14448">
      <w:r>
        <w:separator/>
      </w:r>
    </w:p>
  </w:footnote>
  <w:footnote w:type="continuationSeparator" w:id="0">
    <w:p w:rsidR="00D14448" w:rsidRDefault="00D14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7B5" w:rsidRDefault="002C214F" w:rsidP="006742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57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57B5" w:rsidRDefault="008857B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DB"/>
    <w:rsid w:val="00010114"/>
    <w:rsid w:val="00021A98"/>
    <w:rsid w:val="00023D3C"/>
    <w:rsid w:val="00031BCB"/>
    <w:rsid w:val="00032186"/>
    <w:rsid w:val="000337E9"/>
    <w:rsid w:val="000341A8"/>
    <w:rsid w:val="0004635E"/>
    <w:rsid w:val="00057628"/>
    <w:rsid w:val="0005771B"/>
    <w:rsid w:val="00063741"/>
    <w:rsid w:val="000645F6"/>
    <w:rsid w:val="00075B14"/>
    <w:rsid w:val="00082E24"/>
    <w:rsid w:val="00083034"/>
    <w:rsid w:val="00083FCF"/>
    <w:rsid w:val="00086D9A"/>
    <w:rsid w:val="00087DD0"/>
    <w:rsid w:val="00093A1B"/>
    <w:rsid w:val="000B1F8A"/>
    <w:rsid w:val="000B2232"/>
    <w:rsid w:val="000B4FC9"/>
    <w:rsid w:val="000C1D29"/>
    <w:rsid w:val="000C34F7"/>
    <w:rsid w:val="000C5674"/>
    <w:rsid w:val="000C71EE"/>
    <w:rsid w:val="000D3080"/>
    <w:rsid w:val="000E107A"/>
    <w:rsid w:val="000E1B25"/>
    <w:rsid w:val="000E2B55"/>
    <w:rsid w:val="000E3F42"/>
    <w:rsid w:val="000E501D"/>
    <w:rsid w:val="000E5D86"/>
    <w:rsid w:val="000F10CC"/>
    <w:rsid w:val="000F4ED7"/>
    <w:rsid w:val="00100980"/>
    <w:rsid w:val="0011703C"/>
    <w:rsid w:val="00120C28"/>
    <w:rsid w:val="00121F11"/>
    <w:rsid w:val="0013599A"/>
    <w:rsid w:val="001450A0"/>
    <w:rsid w:val="001564F6"/>
    <w:rsid w:val="001631C3"/>
    <w:rsid w:val="00170AF9"/>
    <w:rsid w:val="00175A63"/>
    <w:rsid w:val="00182AD9"/>
    <w:rsid w:val="001854F5"/>
    <w:rsid w:val="00185B6F"/>
    <w:rsid w:val="00191DC4"/>
    <w:rsid w:val="001943B9"/>
    <w:rsid w:val="001A6576"/>
    <w:rsid w:val="001B54E2"/>
    <w:rsid w:val="001C297B"/>
    <w:rsid w:val="001C44E2"/>
    <w:rsid w:val="001C4787"/>
    <w:rsid w:val="001C71AA"/>
    <w:rsid w:val="001D03AF"/>
    <w:rsid w:val="001D220B"/>
    <w:rsid w:val="001D2CD4"/>
    <w:rsid w:val="001D7D34"/>
    <w:rsid w:val="001E2487"/>
    <w:rsid w:val="001E292F"/>
    <w:rsid w:val="001E46CB"/>
    <w:rsid w:val="001F11E9"/>
    <w:rsid w:val="001F19C3"/>
    <w:rsid w:val="001F1F98"/>
    <w:rsid w:val="001F3868"/>
    <w:rsid w:val="001F3C62"/>
    <w:rsid w:val="00202F4F"/>
    <w:rsid w:val="0020330B"/>
    <w:rsid w:val="002101B2"/>
    <w:rsid w:val="0021549D"/>
    <w:rsid w:val="00217B63"/>
    <w:rsid w:val="00221909"/>
    <w:rsid w:val="00223895"/>
    <w:rsid w:val="002254BE"/>
    <w:rsid w:val="00230CDC"/>
    <w:rsid w:val="002401A6"/>
    <w:rsid w:val="002414A6"/>
    <w:rsid w:val="0024217A"/>
    <w:rsid w:val="002431DB"/>
    <w:rsid w:val="00243E6C"/>
    <w:rsid w:val="00243ECB"/>
    <w:rsid w:val="00247C5A"/>
    <w:rsid w:val="00247FB2"/>
    <w:rsid w:val="00254804"/>
    <w:rsid w:val="002558A5"/>
    <w:rsid w:val="00255B9E"/>
    <w:rsid w:val="002566DF"/>
    <w:rsid w:val="00256CD5"/>
    <w:rsid w:val="002652BD"/>
    <w:rsid w:val="00265941"/>
    <w:rsid w:val="0026701E"/>
    <w:rsid w:val="002747D7"/>
    <w:rsid w:val="00276A85"/>
    <w:rsid w:val="00293410"/>
    <w:rsid w:val="002A5580"/>
    <w:rsid w:val="002B09C1"/>
    <w:rsid w:val="002B28C6"/>
    <w:rsid w:val="002B3777"/>
    <w:rsid w:val="002B4331"/>
    <w:rsid w:val="002B6583"/>
    <w:rsid w:val="002C214F"/>
    <w:rsid w:val="002C2875"/>
    <w:rsid w:val="002C2DF1"/>
    <w:rsid w:val="002C7D32"/>
    <w:rsid w:val="002D267A"/>
    <w:rsid w:val="002D4850"/>
    <w:rsid w:val="002E329A"/>
    <w:rsid w:val="002F26D9"/>
    <w:rsid w:val="002F4C20"/>
    <w:rsid w:val="002F5564"/>
    <w:rsid w:val="00302662"/>
    <w:rsid w:val="00303DB6"/>
    <w:rsid w:val="00311709"/>
    <w:rsid w:val="003129A2"/>
    <w:rsid w:val="00314C0C"/>
    <w:rsid w:val="00316397"/>
    <w:rsid w:val="00317941"/>
    <w:rsid w:val="00323339"/>
    <w:rsid w:val="00323B73"/>
    <w:rsid w:val="00323EA7"/>
    <w:rsid w:val="00325B41"/>
    <w:rsid w:val="00326F18"/>
    <w:rsid w:val="00330131"/>
    <w:rsid w:val="0033058D"/>
    <w:rsid w:val="00337BB0"/>
    <w:rsid w:val="0034087A"/>
    <w:rsid w:val="00341201"/>
    <w:rsid w:val="00354555"/>
    <w:rsid w:val="003647BF"/>
    <w:rsid w:val="003721E4"/>
    <w:rsid w:val="00384CEE"/>
    <w:rsid w:val="00387F46"/>
    <w:rsid w:val="003915AE"/>
    <w:rsid w:val="00391EC3"/>
    <w:rsid w:val="003A119D"/>
    <w:rsid w:val="003A3C11"/>
    <w:rsid w:val="003A5A2A"/>
    <w:rsid w:val="003A66A5"/>
    <w:rsid w:val="003B71A1"/>
    <w:rsid w:val="003C4EDB"/>
    <w:rsid w:val="003C5309"/>
    <w:rsid w:val="003C6F56"/>
    <w:rsid w:val="003D27AD"/>
    <w:rsid w:val="003E0584"/>
    <w:rsid w:val="003E3270"/>
    <w:rsid w:val="003E4552"/>
    <w:rsid w:val="003E5810"/>
    <w:rsid w:val="003F19CB"/>
    <w:rsid w:val="003F3170"/>
    <w:rsid w:val="004027DB"/>
    <w:rsid w:val="00405520"/>
    <w:rsid w:val="00411C42"/>
    <w:rsid w:val="00415D29"/>
    <w:rsid w:val="00420868"/>
    <w:rsid w:val="00420E91"/>
    <w:rsid w:val="004347FD"/>
    <w:rsid w:val="0043671B"/>
    <w:rsid w:val="00442BA2"/>
    <w:rsid w:val="00442C5C"/>
    <w:rsid w:val="00443A8D"/>
    <w:rsid w:val="00444FC1"/>
    <w:rsid w:val="004459AF"/>
    <w:rsid w:val="0044742C"/>
    <w:rsid w:val="004518A2"/>
    <w:rsid w:val="00454E7C"/>
    <w:rsid w:val="00455559"/>
    <w:rsid w:val="00460C7A"/>
    <w:rsid w:val="004629E0"/>
    <w:rsid w:val="0046451A"/>
    <w:rsid w:val="00464AF6"/>
    <w:rsid w:val="00481B43"/>
    <w:rsid w:val="00486E37"/>
    <w:rsid w:val="004A0453"/>
    <w:rsid w:val="004A0D11"/>
    <w:rsid w:val="004A6DAE"/>
    <w:rsid w:val="004A6E68"/>
    <w:rsid w:val="004B1371"/>
    <w:rsid w:val="004B1F73"/>
    <w:rsid w:val="004B250E"/>
    <w:rsid w:val="004C2875"/>
    <w:rsid w:val="004C48E9"/>
    <w:rsid w:val="004C758E"/>
    <w:rsid w:val="004C77BC"/>
    <w:rsid w:val="004D1FEC"/>
    <w:rsid w:val="004D2BEE"/>
    <w:rsid w:val="004D3999"/>
    <w:rsid w:val="004D6BED"/>
    <w:rsid w:val="004F03EA"/>
    <w:rsid w:val="004F0854"/>
    <w:rsid w:val="004F0F44"/>
    <w:rsid w:val="004F4E09"/>
    <w:rsid w:val="005046B4"/>
    <w:rsid w:val="00504890"/>
    <w:rsid w:val="00506386"/>
    <w:rsid w:val="00511054"/>
    <w:rsid w:val="00513F7C"/>
    <w:rsid w:val="005165ED"/>
    <w:rsid w:val="00520990"/>
    <w:rsid w:val="00523109"/>
    <w:rsid w:val="005327DF"/>
    <w:rsid w:val="005340D9"/>
    <w:rsid w:val="00540ABF"/>
    <w:rsid w:val="00544D91"/>
    <w:rsid w:val="005510B3"/>
    <w:rsid w:val="00554162"/>
    <w:rsid w:val="0055492E"/>
    <w:rsid w:val="00554DBC"/>
    <w:rsid w:val="00554E30"/>
    <w:rsid w:val="00561030"/>
    <w:rsid w:val="0056545C"/>
    <w:rsid w:val="00574CC2"/>
    <w:rsid w:val="0058347F"/>
    <w:rsid w:val="00585A2F"/>
    <w:rsid w:val="00597EF7"/>
    <w:rsid w:val="005A061E"/>
    <w:rsid w:val="005A29DB"/>
    <w:rsid w:val="005A57FA"/>
    <w:rsid w:val="005B1D59"/>
    <w:rsid w:val="005B2A5F"/>
    <w:rsid w:val="005B4476"/>
    <w:rsid w:val="005B539E"/>
    <w:rsid w:val="005D0872"/>
    <w:rsid w:val="005D29C6"/>
    <w:rsid w:val="005E5A93"/>
    <w:rsid w:val="005E6159"/>
    <w:rsid w:val="005F12FD"/>
    <w:rsid w:val="005F4C8A"/>
    <w:rsid w:val="00605E47"/>
    <w:rsid w:val="006120B1"/>
    <w:rsid w:val="00616A4E"/>
    <w:rsid w:val="00624D48"/>
    <w:rsid w:val="00634C69"/>
    <w:rsid w:val="00642D9D"/>
    <w:rsid w:val="00646A07"/>
    <w:rsid w:val="00651FDC"/>
    <w:rsid w:val="00655F0A"/>
    <w:rsid w:val="006600E9"/>
    <w:rsid w:val="00665194"/>
    <w:rsid w:val="006742F9"/>
    <w:rsid w:val="00680746"/>
    <w:rsid w:val="00687FAE"/>
    <w:rsid w:val="00692978"/>
    <w:rsid w:val="00696C10"/>
    <w:rsid w:val="00696FD8"/>
    <w:rsid w:val="006A2281"/>
    <w:rsid w:val="006A2EC3"/>
    <w:rsid w:val="006A3013"/>
    <w:rsid w:val="006A52B4"/>
    <w:rsid w:val="006A6212"/>
    <w:rsid w:val="006B3488"/>
    <w:rsid w:val="006C01EB"/>
    <w:rsid w:val="006C1C85"/>
    <w:rsid w:val="006C371E"/>
    <w:rsid w:val="006C430E"/>
    <w:rsid w:val="006C5504"/>
    <w:rsid w:val="006D351B"/>
    <w:rsid w:val="006D5FA0"/>
    <w:rsid w:val="006E07CC"/>
    <w:rsid w:val="006E07E2"/>
    <w:rsid w:val="006E2E35"/>
    <w:rsid w:val="006F1087"/>
    <w:rsid w:val="006F4ED1"/>
    <w:rsid w:val="007119F8"/>
    <w:rsid w:val="00711DBB"/>
    <w:rsid w:val="00716EE3"/>
    <w:rsid w:val="00721213"/>
    <w:rsid w:val="00723CF2"/>
    <w:rsid w:val="0072624C"/>
    <w:rsid w:val="00726D5C"/>
    <w:rsid w:val="00732310"/>
    <w:rsid w:val="00745B28"/>
    <w:rsid w:val="0074773F"/>
    <w:rsid w:val="00747E34"/>
    <w:rsid w:val="00755FEC"/>
    <w:rsid w:val="00757E28"/>
    <w:rsid w:val="007630A8"/>
    <w:rsid w:val="00765704"/>
    <w:rsid w:val="00767C1F"/>
    <w:rsid w:val="00770483"/>
    <w:rsid w:val="00774154"/>
    <w:rsid w:val="0077450A"/>
    <w:rsid w:val="007800B9"/>
    <w:rsid w:val="00782482"/>
    <w:rsid w:val="00786ABD"/>
    <w:rsid w:val="007904B7"/>
    <w:rsid w:val="00790F7D"/>
    <w:rsid w:val="00791ED2"/>
    <w:rsid w:val="0079296A"/>
    <w:rsid w:val="00795DCB"/>
    <w:rsid w:val="00797EEB"/>
    <w:rsid w:val="007A61CF"/>
    <w:rsid w:val="007B37C5"/>
    <w:rsid w:val="007B3A10"/>
    <w:rsid w:val="007C387C"/>
    <w:rsid w:val="007C4C95"/>
    <w:rsid w:val="007D23DB"/>
    <w:rsid w:val="007D4635"/>
    <w:rsid w:val="007D6CAF"/>
    <w:rsid w:val="007D7F25"/>
    <w:rsid w:val="007E564B"/>
    <w:rsid w:val="007F1B99"/>
    <w:rsid w:val="007F1FC7"/>
    <w:rsid w:val="007F6490"/>
    <w:rsid w:val="00802753"/>
    <w:rsid w:val="00803578"/>
    <w:rsid w:val="00810662"/>
    <w:rsid w:val="0081075B"/>
    <w:rsid w:val="00812A48"/>
    <w:rsid w:val="00814F9F"/>
    <w:rsid w:val="00822B7B"/>
    <w:rsid w:val="00825D75"/>
    <w:rsid w:val="00825F8C"/>
    <w:rsid w:val="00826BB5"/>
    <w:rsid w:val="008323E4"/>
    <w:rsid w:val="00833B5D"/>
    <w:rsid w:val="00835BFD"/>
    <w:rsid w:val="008371C1"/>
    <w:rsid w:val="00844D94"/>
    <w:rsid w:val="008532D1"/>
    <w:rsid w:val="00857A71"/>
    <w:rsid w:val="00864644"/>
    <w:rsid w:val="00875729"/>
    <w:rsid w:val="0087714B"/>
    <w:rsid w:val="00880694"/>
    <w:rsid w:val="00883550"/>
    <w:rsid w:val="00884FB2"/>
    <w:rsid w:val="008857B5"/>
    <w:rsid w:val="0088655D"/>
    <w:rsid w:val="0089054C"/>
    <w:rsid w:val="0089175B"/>
    <w:rsid w:val="00894AE2"/>
    <w:rsid w:val="008A49D0"/>
    <w:rsid w:val="008A62F9"/>
    <w:rsid w:val="008B7CA3"/>
    <w:rsid w:val="008C0523"/>
    <w:rsid w:val="008C3F65"/>
    <w:rsid w:val="008C4E50"/>
    <w:rsid w:val="008C71CC"/>
    <w:rsid w:val="008D0F3A"/>
    <w:rsid w:val="008D54D8"/>
    <w:rsid w:val="008E3250"/>
    <w:rsid w:val="008E6FAC"/>
    <w:rsid w:val="008F7670"/>
    <w:rsid w:val="00900598"/>
    <w:rsid w:val="0090166D"/>
    <w:rsid w:val="00903D1E"/>
    <w:rsid w:val="00907E1B"/>
    <w:rsid w:val="009100D3"/>
    <w:rsid w:val="00913470"/>
    <w:rsid w:val="009136BA"/>
    <w:rsid w:val="0091626B"/>
    <w:rsid w:val="00921689"/>
    <w:rsid w:val="0092336E"/>
    <w:rsid w:val="00942138"/>
    <w:rsid w:val="00950FF3"/>
    <w:rsid w:val="00952A6C"/>
    <w:rsid w:val="00955BBA"/>
    <w:rsid w:val="00957898"/>
    <w:rsid w:val="00961004"/>
    <w:rsid w:val="00962B0B"/>
    <w:rsid w:val="00963008"/>
    <w:rsid w:val="00970ED1"/>
    <w:rsid w:val="00972131"/>
    <w:rsid w:val="00975A96"/>
    <w:rsid w:val="00977D37"/>
    <w:rsid w:val="0098118D"/>
    <w:rsid w:val="009819B6"/>
    <w:rsid w:val="00981FD3"/>
    <w:rsid w:val="0099168E"/>
    <w:rsid w:val="009A02E8"/>
    <w:rsid w:val="009A2055"/>
    <w:rsid w:val="009B0C9D"/>
    <w:rsid w:val="009B3030"/>
    <w:rsid w:val="009C134F"/>
    <w:rsid w:val="009C74A2"/>
    <w:rsid w:val="009C7E03"/>
    <w:rsid w:val="009D4C89"/>
    <w:rsid w:val="009E1B14"/>
    <w:rsid w:val="009E5AF2"/>
    <w:rsid w:val="009E5B24"/>
    <w:rsid w:val="009E6161"/>
    <w:rsid w:val="009F068D"/>
    <w:rsid w:val="009F449B"/>
    <w:rsid w:val="009F5CD3"/>
    <w:rsid w:val="009F6B47"/>
    <w:rsid w:val="00A039FE"/>
    <w:rsid w:val="00A03EC4"/>
    <w:rsid w:val="00A10C1A"/>
    <w:rsid w:val="00A1106E"/>
    <w:rsid w:val="00A24618"/>
    <w:rsid w:val="00A256B2"/>
    <w:rsid w:val="00A26513"/>
    <w:rsid w:val="00A31CD9"/>
    <w:rsid w:val="00A32451"/>
    <w:rsid w:val="00A453D1"/>
    <w:rsid w:val="00A53BAA"/>
    <w:rsid w:val="00A55F78"/>
    <w:rsid w:val="00A60B54"/>
    <w:rsid w:val="00A61426"/>
    <w:rsid w:val="00A618A1"/>
    <w:rsid w:val="00A62F7E"/>
    <w:rsid w:val="00A639CB"/>
    <w:rsid w:val="00A640A9"/>
    <w:rsid w:val="00A66DDC"/>
    <w:rsid w:val="00A825D6"/>
    <w:rsid w:val="00A86072"/>
    <w:rsid w:val="00A90040"/>
    <w:rsid w:val="00A90672"/>
    <w:rsid w:val="00A90D3A"/>
    <w:rsid w:val="00A927B1"/>
    <w:rsid w:val="00A93C08"/>
    <w:rsid w:val="00A94E00"/>
    <w:rsid w:val="00AA0684"/>
    <w:rsid w:val="00AA2452"/>
    <w:rsid w:val="00AA439C"/>
    <w:rsid w:val="00AB07B2"/>
    <w:rsid w:val="00AB2A2E"/>
    <w:rsid w:val="00AB3821"/>
    <w:rsid w:val="00AB54C4"/>
    <w:rsid w:val="00AB64B7"/>
    <w:rsid w:val="00AC51A7"/>
    <w:rsid w:val="00AD1B6E"/>
    <w:rsid w:val="00AD403B"/>
    <w:rsid w:val="00AD594F"/>
    <w:rsid w:val="00AD5DDE"/>
    <w:rsid w:val="00AE0437"/>
    <w:rsid w:val="00AE2143"/>
    <w:rsid w:val="00AF5FE5"/>
    <w:rsid w:val="00AF7072"/>
    <w:rsid w:val="00B01941"/>
    <w:rsid w:val="00B02396"/>
    <w:rsid w:val="00B03F2A"/>
    <w:rsid w:val="00B05EBE"/>
    <w:rsid w:val="00B12055"/>
    <w:rsid w:val="00B144D5"/>
    <w:rsid w:val="00B17A29"/>
    <w:rsid w:val="00B22B66"/>
    <w:rsid w:val="00B255CF"/>
    <w:rsid w:val="00B31E0C"/>
    <w:rsid w:val="00B3340F"/>
    <w:rsid w:val="00B35C9D"/>
    <w:rsid w:val="00B372E8"/>
    <w:rsid w:val="00B4577D"/>
    <w:rsid w:val="00B51C60"/>
    <w:rsid w:val="00B5456E"/>
    <w:rsid w:val="00B57128"/>
    <w:rsid w:val="00B60E28"/>
    <w:rsid w:val="00B62934"/>
    <w:rsid w:val="00B6333C"/>
    <w:rsid w:val="00B86882"/>
    <w:rsid w:val="00B86C42"/>
    <w:rsid w:val="00B913B0"/>
    <w:rsid w:val="00BA1261"/>
    <w:rsid w:val="00BA6BE2"/>
    <w:rsid w:val="00BB257A"/>
    <w:rsid w:val="00BB29A7"/>
    <w:rsid w:val="00BB6CC6"/>
    <w:rsid w:val="00BC044A"/>
    <w:rsid w:val="00BC1312"/>
    <w:rsid w:val="00BC407C"/>
    <w:rsid w:val="00BC553E"/>
    <w:rsid w:val="00BC5E5A"/>
    <w:rsid w:val="00BC656E"/>
    <w:rsid w:val="00BC6E77"/>
    <w:rsid w:val="00BC72FA"/>
    <w:rsid w:val="00BD5FDB"/>
    <w:rsid w:val="00BD7DBA"/>
    <w:rsid w:val="00BE19F4"/>
    <w:rsid w:val="00BE3CBD"/>
    <w:rsid w:val="00BE62E7"/>
    <w:rsid w:val="00BF0009"/>
    <w:rsid w:val="00C07568"/>
    <w:rsid w:val="00C14C4B"/>
    <w:rsid w:val="00C2428A"/>
    <w:rsid w:val="00C32E26"/>
    <w:rsid w:val="00C3346A"/>
    <w:rsid w:val="00C421C8"/>
    <w:rsid w:val="00C44474"/>
    <w:rsid w:val="00C5241E"/>
    <w:rsid w:val="00C54413"/>
    <w:rsid w:val="00C56C89"/>
    <w:rsid w:val="00C6067A"/>
    <w:rsid w:val="00C645A5"/>
    <w:rsid w:val="00C66804"/>
    <w:rsid w:val="00C73F8E"/>
    <w:rsid w:val="00C74842"/>
    <w:rsid w:val="00C80FBF"/>
    <w:rsid w:val="00C81065"/>
    <w:rsid w:val="00C90CD8"/>
    <w:rsid w:val="00C91AE5"/>
    <w:rsid w:val="00C92E1B"/>
    <w:rsid w:val="00C93A59"/>
    <w:rsid w:val="00C9687F"/>
    <w:rsid w:val="00CA7765"/>
    <w:rsid w:val="00CA7CF5"/>
    <w:rsid w:val="00CC234A"/>
    <w:rsid w:val="00CC3C85"/>
    <w:rsid w:val="00CC5A0A"/>
    <w:rsid w:val="00CC678A"/>
    <w:rsid w:val="00CD36DB"/>
    <w:rsid w:val="00CD51A3"/>
    <w:rsid w:val="00CD77F9"/>
    <w:rsid w:val="00CE26B5"/>
    <w:rsid w:val="00CE409D"/>
    <w:rsid w:val="00CF000B"/>
    <w:rsid w:val="00CF1A3B"/>
    <w:rsid w:val="00CF5406"/>
    <w:rsid w:val="00D02929"/>
    <w:rsid w:val="00D0297D"/>
    <w:rsid w:val="00D03A4F"/>
    <w:rsid w:val="00D048B0"/>
    <w:rsid w:val="00D04C4B"/>
    <w:rsid w:val="00D0657D"/>
    <w:rsid w:val="00D07507"/>
    <w:rsid w:val="00D14448"/>
    <w:rsid w:val="00D17062"/>
    <w:rsid w:val="00D25A2C"/>
    <w:rsid w:val="00D26A92"/>
    <w:rsid w:val="00D45802"/>
    <w:rsid w:val="00D45D0D"/>
    <w:rsid w:val="00D46FA0"/>
    <w:rsid w:val="00D5465A"/>
    <w:rsid w:val="00D62EF4"/>
    <w:rsid w:val="00D67576"/>
    <w:rsid w:val="00D73FE6"/>
    <w:rsid w:val="00D7764C"/>
    <w:rsid w:val="00D85E33"/>
    <w:rsid w:val="00D8655F"/>
    <w:rsid w:val="00D86714"/>
    <w:rsid w:val="00D86F13"/>
    <w:rsid w:val="00DA5655"/>
    <w:rsid w:val="00DB14D4"/>
    <w:rsid w:val="00DB4B4D"/>
    <w:rsid w:val="00DC4E4C"/>
    <w:rsid w:val="00DC53A9"/>
    <w:rsid w:val="00DD39A8"/>
    <w:rsid w:val="00DE255C"/>
    <w:rsid w:val="00DE6924"/>
    <w:rsid w:val="00DE7ABC"/>
    <w:rsid w:val="00DF1765"/>
    <w:rsid w:val="00DF2823"/>
    <w:rsid w:val="00DF3F13"/>
    <w:rsid w:val="00E02012"/>
    <w:rsid w:val="00E06DC4"/>
    <w:rsid w:val="00E07211"/>
    <w:rsid w:val="00E152FA"/>
    <w:rsid w:val="00E23EC3"/>
    <w:rsid w:val="00E316C8"/>
    <w:rsid w:val="00E31948"/>
    <w:rsid w:val="00E31B2F"/>
    <w:rsid w:val="00E361E1"/>
    <w:rsid w:val="00E461D7"/>
    <w:rsid w:val="00E5764A"/>
    <w:rsid w:val="00E62CAD"/>
    <w:rsid w:val="00E652E5"/>
    <w:rsid w:val="00E65532"/>
    <w:rsid w:val="00E6556C"/>
    <w:rsid w:val="00E71A99"/>
    <w:rsid w:val="00E7622D"/>
    <w:rsid w:val="00E80B18"/>
    <w:rsid w:val="00E81FC0"/>
    <w:rsid w:val="00E82F64"/>
    <w:rsid w:val="00E848CE"/>
    <w:rsid w:val="00E8605B"/>
    <w:rsid w:val="00E9248D"/>
    <w:rsid w:val="00E9780C"/>
    <w:rsid w:val="00EA48C6"/>
    <w:rsid w:val="00EB06FB"/>
    <w:rsid w:val="00EB580D"/>
    <w:rsid w:val="00EB7684"/>
    <w:rsid w:val="00EC03CB"/>
    <w:rsid w:val="00EC1A88"/>
    <w:rsid w:val="00EC5312"/>
    <w:rsid w:val="00EC6126"/>
    <w:rsid w:val="00EC6752"/>
    <w:rsid w:val="00EE10BA"/>
    <w:rsid w:val="00EE514C"/>
    <w:rsid w:val="00EF0703"/>
    <w:rsid w:val="00EF147D"/>
    <w:rsid w:val="00EF2629"/>
    <w:rsid w:val="00EF3F65"/>
    <w:rsid w:val="00F01AAC"/>
    <w:rsid w:val="00F05D56"/>
    <w:rsid w:val="00F11159"/>
    <w:rsid w:val="00F13746"/>
    <w:rsid w:val="00F16677"/>
    <w:rsid w:val="00F172D6"/>
    <w:rsid w:val="00F34565"/>
    <w:rsid w:val="00F34CE1"/>
    <w:rsid w:val="00F36539"/>
    <w:rsid w:val="00F42380"/>
    <w:rsid w:val="00F46EC8"/>
    <w:rsid w:val="00F5142C"/>
    <w:rsid w:val="00F542A7"/>
    <w:rsid w:val="00F56986"/>
    <w:rsid w:val="00F61FC9"/>
    <w:rsid w:val="00F73B94"/>
    <w:rsid w:val="00F742E6"/>
    <w:rsid w:val="00F82CFA"/>
    <w:rsid w:val="00F84520"/>
    <w:rsid w:val="00F90099"/>
    <w:rsid w:val="00F90EB3"/>
    <w:rsid w:val="00F916B0"/>
    <w:rsid w:val="00F91746"/>
    <w:rsid w:val="00F957E6"/>
    <w:rsid w:val="00FA5881"/>
    <w:rsid w:val="00FA7DDE"/>
    <w:rsid w:val="00FE59A2"/>
    <w:rsid w:val="00FE6D37"/>
    <w:rsid w:val="00FF1C0C"/>
    <w:rsid w:val="00FF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1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31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431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431DB"/>
    <w:rPr>
      <w:rFonts w:cs="Times New Roman"/>
    </w:rPr>
  </w:style>
  <w:style w:type="paragraph" w:styleId="a6">
    <w:name w:val="No Spacing"/>
    <w:uiPriority w:val="99"/>
    <w:qFormat/>
    <w:rsid w:val="002431DB"/>
    <w:rPr>
      <w:rFonts w:ascii="Tahoma" w:eastAsia="Times New Roman" w:hAnsi="Tahoma"/>
    </w:rPr>
  </w:style>
  <w:style w:type="paragraph" w:styleId="a7">
    <w:name w:val="Balloon Text"/>
    <w:basedOn w:val="a"/>
    <w:link w:val="a8"/>
    <w:uiPriority w:val="99"/>
    <w:semiHidden/>
    <w:rsid w:val="00810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0662"/>
    <w:rPr>
      <w:rFonts w:ascii="Segoe UI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semiHidden/>
    <w:rsid w:val="00767C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767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6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F9CF-8748-4986-8EA0-0A5C2C42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2017-09-27T06:57:00Z</cp:lastPrinted>
  <dcterms:created xsi:type="dcterms:W3CDTF">2017-09-27T06:48:00Z</dcterms:created>
  <dcterms:modified xsi:type="dcterms:W3CDTF">2018-01-23T13:33:00Z</dcterms:modified>
</cp:coreProperties>
</file>