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7AB" w:rsidRPr="00FE615D" w:rsidRDefault="00682A2A" w:rsidP="00573D38">
      <w:pPr>
        <w:jc w:val="center"/>
        <w:rPr>
          <w:lang w:val="uk-UA"/>
        </w:rPr>
      </w:pPr>
      <w:r w:rsidRPr="00682A2A">
        <w:rPr>
          <w:noProof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AC07AB" w:rsidRPr="00FE615D" w:rsidRDefault="00AC07AB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AC07AB" w:rsidRPr="00FE615D" w:rsidRDefault="00AC07AB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AC07AB" w:rsidRPr="00FE615D" w:rsidRDefault="00AC07AB" w:rsidP="001B227E">
      <w:pPr>
        <w:jc w:val="center"/>
        <w:rPr>
          <w:b/>
          <w:sz w:val="28"/>
          <w:szCs w:val="28"/>
          <w:lang w:val="uk-UA"/>
        </w:rPr>
      </w:pPr>
    </w:p>
    <w:p w:rsidR="00AC07AB" w:rsidRPr="00FE615D" w:rsidRDefault="00AC07AB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AC07AB" w:rsidRPr="00FE615D" w:rsidRDefault="00AC07AB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AC07AB" w:rsidRDefault="00AC07AB" w:rsidP="00B33A16">
      <w:pPr>
        <w:tabs>
          <w:tab w:val="left" w:pos="9355"/>
        </w:tabs>
        <w:jc w:val="center"/>
        <w:rPr>
          <w:sz w:val="28"/>
          <w:szCs w:val="28"/>
          <w:lang w:val="uk-UA"/>
        </w:rPr>
      </w:pPr>
      <w:r w:rsidRPr="00FE615D">
        <w:rPr>
          <w:sz w:val="28"/>
          <w:szCs w:val="28"/>
          <w:lang w:val="uk-UA"/>
        </w:rPr>
        <w:t>м.Ужгород</w:t>
      </w:r>
    </w:p>
    <w:p w:rsidR="00B33A16" w:rsidRPr="00B33A16" w:rsidRDefault="00B33A16" w:rsidP="00B33A1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19 жовтня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 w:rsidR="005F3B53">
        <w:rPr>
          <w:sz w:val="28"/>
          <w:szCs w:val="28"/>
          <w:lang w:val="uk-UA"/>
        </w:rPr>
        <w:t xml:space="preserve">  № 3377</w:t>
      </w:r>
      <w:r>
        <w:rPr>
          <w:sz w:val="28"/>
          <w:szCs w:val="28"/>
          <w:lang w:val="uk-UA"/>
        </w:rPr>
        <w:t>-сг</w:t>
      </w:r>
    </w:p>
    <w:p w:rsidR="00AC07AB" w:rsidRPr="007E42A8" w:rsidRDefault="00AC07AB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AC07AB" w:rsidRPr="004B3C0C" w:rsidTr="00B63026">
        <w:tc>
          <w:tcPr>
            <w:tcW w:w="4608" w:type="dxa"/>
          </w:tcPr>
          <w:p w:rsidR="00AC07AB" w:rsidRPr="004B3C0C" w:rsidRDefault="00AC07AB" w:rsidP="00DC22D8">
            <w:pPr>
              <w:tabs>
                <w:tab w:val="left" w:pos="9355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4B3C0C">
              <w:rPr>
                <w:b/>
                <w:noProof/>
                <w:sz w:val="28"/>
                <w:szCs w:val="28"/>
                <w:lang w:val="uk-UA"/>
              </w:rPr>
              <w:t xml:space="preserve">Про надання згоди </w:t>
            </w:r>
            <w:r w:rsidRPr="004B3C0C">
              <w:rPr>
                <w:b/>
                <w:sz w:val="28"/>
                <w:szCs w:val="28"/>
                <w:lang w:val="uk-UA"/>
              </w:rPr>
              <w:t xml:space="preserve">на розроблення технічної  документації  із  землеустрою щодо встановлення </w:t>
            </w:r>
          </w:p>
          <w:p w:rsidR="00AC07AB" w:rsidRPr="004B3C0C" w:rsidRDefault="00AC07AB" w:rsidP="00BC4248">
            <w:pPr>
              <w:tabs>
                <w:tab w:val="left" w:pos="9355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4B3C0C">
              <w:rPr>
                <w:b/>
                <w:sz w:val="28"/>
                <w:szCs w:val="28"/>
                <w:lang w:val="uk-UA"/>
              </w:rPr>
              <w:t>(відновлення) меж земельн</w:t>
            </w:r>
            <w:r w:rsidR="00BC4248" w:rsidRPr="004B3C0C">
              <w:rPr>
                <w:b/>
                <w:sz w:val="28"/>
                <w:szCs w:val="28"/>
                <w:lang w:val="uk-UA"/>
              </w:rPr>
              <w:t>ої ділянки</w:t>
            </w:r>
            <w:r w:rsidRPr="004B3C0C">
              <w:rPr>
                <w:b/>
                <w:sz w:val="28"/>
                <w:szCs w:val="28"/>
                <w:lang w:val="uk-UA"/>
              </w:rPr>
              <w:t xml:space="preserve"> в натурі (на місцевості)</w:t>
            </w:r>
          </w:p>
        </w:tc>
        <w:tc>
          <w:tcPr>
            <w:tcW w:w="5246" w:type="dxa"/>
          </w:tcPr>
          <w:p w:rsidR="00AC07AB" w:rsidRPr="004B3C0C" w:rsidRDefault="00AC07AB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AC07AB" w:rsidRPr="004B3C0C" w:rsidRDefault="00AC07AB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AC07AB" w:rsidRPr="004B3C0C" w:rsidRDefault="00AC07A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4B3C0C">
        <w:rPr>
          <w:sz w:val="28"/>
          <w:szCs w:val="28"/>
          <w:lang w:val="uk-UA"/>
        </w:rPr>
        <w:tab/>
        <w:t xml:space="preserve">Відповідно до статей </w:t>
      </w:r>
      <w:r w:rsidR="00D42F5B" w:rsidRPr="004B3C0C">
        <w:rPr>
          <w:sz w:val="28"/>
          <w:szCs w:val="28"/>
          <w:lang w:val="uk-UA"/>
        </w:rPr>
        <w:t>15-1, 79-1, 96</w:t>
      </w:r>
      <w:r w:rsidRPr="004B3C0C">
        <w:rPr>
          <w:sz w:val="28"/>
          <w:szCs w:val="28"/>
          <w:lang w:val="uk-UA"/>
        </w:rPr>
        <w:t xml:space="preserve">, 122, 186 Земельного кодексу України, статті 55 Закону України  „Про землеустрій”, Закону України „Про Державний земельний кадастр”, </w:t>
      </w:r>
      <w:r w:rsidR="000B17EC" w:rsidRPr="004B3C0C">
        <w:rPr>
          <w:sz w:val="28"/>
          <w:szCs w:val="28"/>
          <w:lang w:val="uk-UA"/>
        </w:rPr>
        <w:t>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</w:t>
      </w:r>
      <w:r w:rsidRPr="004B3C0C">
        <w:rPr>
          <w:sz w:val="28"/>
          <w:szCs w:val="28"/>
          <w:lang w:val="uk-UA"/>
        </w:rPr>
        <w:t xml:space="preserve">, </w:t>
      </w:r>
      <w:r w:rsidR="00042A01" w:rsidRPr="004B3C0C">
        <w:rPr>
          <w:sz w:val="28"/>
          <w:szCs w:val="28"/>
          <w:lang w:val="uk-UA"/>
        </w:rPr>
        <w:t>державн</w:t>
      </w:r>
      <w:r w:rsidR="00B3774E" w:rsidRPr="004B3C0C">
        <w:rPr>
          <w:sz w:val="28"/>
          <w:szCs w:val="28"/>
          <w:lang w:val="uk-UA"/>
        </w:rPr>
        <w:t>ий</w:t>
      </w:r>
      <w:r w:rsidR="00042A01" w:rsidRPr="004B3C0C">
        <w:rPr>
          <w:sz w:val="28"/>
          <w:szCs w:val="28"/>
          <w:lang w:val="uk-UA"/>
        </w:rPr>
        <w:t xml:space="preserve"> акт на право постійного користування землею серія ЗК </w:t>
      </w:r>
      <w:r w:rsidR="00315052" w:rsidRPr="004B3C0C">
        <w:rPr>
          <w:sz w:val="28"/>
          <w:szCs w:val="28"/>
          <w:lang w:val="uk-UA"/>
        </w:rPr>
        <w:t>003-</w:t>
      </w:r>
      <w:r w:rsidR="00042A01" w:rsidRPr="004B3C0C">
        <w:rPr>
          <w:sz w:val="28"/>
          <w:szCs w:val="28"/>
          <w:lang w:val="uk-UA"/>
        </w:rPr>
        <w:t>000</w:t>
      </w:r>
      <w:r w:rsidR="00BC4248" w:rsidRPr="004B3C0C">
        <w:rPr>
          <w:sz w:val="28"/>
          <w:szCs w:val="28"/>
          <w:lang w:val="uk-UA"/>
        </w:rPr>
        <w:t>58</w:t>
      </w:r>
      <w:r w:rsidR="00391167" w:rsidRPr="004B3C0C">
        <w:rPr>
          <w:sz w:val="28"/>
          <w:szCs w:val="28"/>
          <w:lang w:val="uk-UA"/>
        </w:rPr>
        <w:t>,</w:t>
      </w:r>
      <w:r w:rsidR="00B3774E" w:rsidRPr="004B3C0C">
        <w:rPr>
          <w:sz w:val="28"/>
          <w:szCs w:val="28"/>
          <w:lang w:val="uk-UA"/>
        </w:rPr>
        <w:t xml:space="preserve"> </w:t>
      </w:r>
      <w:r w:rsidRPr="004B3C0C">
        <w:rPr>
          <w:sz w:val="28"/>
          <w:szCs w:val="28"/>
          <w:lang w:val="uk-UA"/>
        </w:rPr>
        <w:t>розглянувши клопотання</w:t>
      </w:r>
      <w:r w:rsidR="00EA4041" w:rsidRPr="004B3C0C">
        <w:rPr>
          <w:sz w:val="28"/>
          <w:szCs w:val="28"/>
          <w:lang w:val="uk-UA"/>
        </w:rPr>
        <w:t xml:space="preserve"> громадян</w:t>
      </w:r>
      <w:r w:rsidR="00670BFF" w:rsidRPr="004B3C0C">
        <w:rPr>
          <w:sz w:val="28"/>
          <w:szCs w:val="28"/>
          <w:lang w:val="uk-UA"/>
        </w:rPr>
        <w:t xml:space="preserve">ина </w:t>
      </w:r>
      <w:r w:rsidR="00BC4248" w:rsidRPr="004B3C0C">
        <w:rPr>
          <w:sz w:val="28"/>
          <w:szCs w:val="28"/>
          <w:lang w:val="uk-UA"/>
        </w:rPr>
        <w:t>Сверенка Чобо Івановича</w:t>
      </w:r>
      <w:r w:rsidRPr="004B3C0C">
        <w:rPr>
          <w:sz w:val="28"/>
          <w:szCs w:val="28"/>
          <w:lang w:val="uk-UA"/>
        </w:rPr>
        <w:t>,</w:t>
      </w:r>
    </w:p>
    <w:p w:rsidR="00AC07AB" w:rsidRPr="001E5461" w:rsidRDefault="00AC07AB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AC07AB" w:rsidRPr="004B3C0C" w:rsidRDefault="00AC07A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4B3C0C">
        <w:rPr>
          <w:sz w:val="28"/>
          <w:szCs w:val="28"/>
          <w:lang w:val="uk-UA"/>
        </w:rPr>
        <w:t>НАКАЗУЮ:</w:t>
      </w:r>
    </w:p>
    <w:p w:rsidR="00AC07AB" w:rsidRPr="001E5461" w:rsidRDefault="00AC07AB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04D6B" w:rsidRPr="004B3C0C" w:rsidRDefault="00504D6B" w:rsidP="00504D6B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4B3C0C">
        <w:rPr>
          <w:sz w:val="28"/>
          <w:szCs w:val="28"/>
          <w:lang w:val="uk-UA"/>
        </w:rPr>
        <w:tab/>
        <w:t>1. </w:t>
      </w:r>
      <w:r w:rsidR="00AC07AB" w:rsidRPr="004B3C0C">
        <w:rPr>
          <w:sz w:val="28"/>
          <w:szCs w:val="28"/>
          <w:lang w:val="uk-UA"/>
        </w:rPr>
        <w:t>Надати</w:t>
      </w:r>
      <w:r w:rsidR="00EA4041" w:rsidRPr="004B3C0C">
        <w:rPr>
          <w:sz w:val="28"/>
          <w:szCs w:val="28"/>
          <w:lang w:val="uk-UA"/>
        </w:rPr>
        <w:t xml:space="preserve"> громадян</w:t>
      </w:r>
      <w:r w:rsidR="00670BFF" w:rsidRPr="004B3C0C">
        <w:rPr>
          <w:sz w:val="28"/>
          <w:szCs w:val="28"/>
          <w:lang w:val="uk-UA"/>
        </w:rPr>
        <w:t>ину</w:t>
      </w:r>
      <w:r w:rsidR="00EA4041" w:rsidRPr="004B3C0C">
        <w:rPr>
          <w:sz w:val="28"/>
          <w:szCs w:val="28"/>
          <w:lang w:val="uk-UA"/>
        </w:rPr>
        <w:t xml:space="preserve"> </w:t>
      </w:r>
      <w:r w:rsidR="00BC4248" w:rsidRPr="004B3C0C">
        <w:rPr>
          <w:sz w:val="28"/>
          <w:szCs w:val="28"/>
          <w:lang w:val="uk-UA"/>
        </w:rPr>
        <w:t>Сверенку Чобо Івановичу</w:t>
      </w:r>
      <w:r w:rsidR="00155EE9" w:rsidRPr="004B3C0C">
        <w:rPr>
          <w:sz w:val="28"/>
          <w:szCs w:val="28"/>
          <w:lang w:val="uk-UA"/>
        </w:rPr>
        <w:t xml:space="preserve">, </w:t>
      </w:r>
      <w:r w:rsidR="00AC07AB" w:rsidRPr="004B3C0C">
        <w:rPr>
          <w:sz w:val="28"/>
          <w:szCs w:val="28"/>
          <w:lang w:val="uk-UA"/>
        </w:rPr>
        <w:t>згоду на розроблення з урахуванням вимог державних стандартів, норм і правил у сфері землеустрою, технічної документації із землеустрою щодо встановлення (відновлення) меж земельн</w:t>
      </w:r>
      <w:r w:rsidR="00BC4248" w:rsidRPr="004B3C0C">
        <w:rPr>
          <w:sz w:val="28"/>
          <w:szCs w:val="28"/>
          <w:lang w:val="uk-UA"/>
        </w:rPr>
        <w:t>ої ділянки</w:t>
      </w:r>
      <w:r w:rsidR="00AC07AB" w:rsidRPr="004B3C0C">
        <w:rPr>
          <w:sz w:val="28"/>
          <w:szCs w:val="28"/>
          <w:lang w:val="uk-UA"/>
        </w:rPr>
        <w:t xml:space="preserve"> в натурі (на місцевості) площею </w:t>
      </w:r>
      <w:r w:rsidR="00BC4248" w:rsidRPr="004B3C0C">
        <w:rPr>
          <w:sz w:val="28"/>
          <w:szCs w:val="28"/>
          <w:lang w:val="uk-UA"/>
        </w:rPr>
        <w:t>3</w:t>
      </w:r>
      <w:r w:rsidR="00315052" w:rsidRPr="004B3C0C">
        <w:rPr>
          <w:sz w:val="28"/>
          <w:szCs w:val="28"/>
          <w:lang w:val="uk-UA"/>
        </w:rPr>
        <w:t>,00</w:t>
      </w:r>
      <w:r w:rsidRPr="004B3C0C">
        <w:rPr>
          <w:sz w:val="28"/>
          <w:szCs w:val="28"/>
          <w:lang w:val="uk-UA"/>
        </w:rPr>
        <w:t> </w:t>
      </w:r>
      <w:r w:rsidR="00AC07AB" w:rsidRPr="004B3C0C">
        <w:rPr>
          <w:sz w:val="28"/>
          <w:szCs w:val="28"/>
          <w:lang w:val="uk-UA"/>
        </w:rPr>
        <w:t xml:space="preserve">га </w:t>
      </w:r>
      <w:r w:rsidR="00AA3E4F" w:rsidRPr="004B3C0C">
        <w:rPr>
          <w:sz w:val="28"/>
          <w:szCs w:val="28"/>
          <w:lang w:val="uk-UA"/>
        </w:rPr>
        <w:t xml:space="preserve">згідно </w:t>
      </w:r>
      <w:r w:rsidR="00B3774E" w:rsidRPr="004B3C0C">
        <w:rPr>
          <w:sz w:val="28"/>
          <w:szCs w:val="28"/>
          <w:lang w:val="uk-UA"/>
        </w:rPr>
        <w:t xml:space="preserve">державного акту на право постійного користування землею серія </w:t>
      </w:r>
      <w:r w:rsidR="00BC4248" w:rsidRPr="004B3C0C">
        <w:rPr>
          <w:sz w:val="28"/>
          <w:szCs w:val="28"/>
          <w:lang w:val="uk-UA"/>
        </w:rPr>
        <w:t>ЗК 003-00058</w:t>
      </w:r>
      <w:r w:rsidR="00EC39B0" w:rsidRPr="004B3C0C">
        <w:rPr>
          <w:sz w:val="28"/>
          <w:szCs w:val="28"/>
          <w:lang w:val="uk-UA"/>
        </w:rPr>
        <w:t xml:space="preserve"> зареєстрованого в Книзі записів державних актів на право постійного користування землею за № </w:t>
      </w:r>
      <w:r w:rsidR="00BC4248" w:rsidRPr="004B3C0C">
        <w:rPr>
          <w:sz w:val="28"/>
          <w:szCs w:val="28"/>
          <w:lang w:val="uk-UA"/>
        </w:rPr>
        <w:t>18</w:t>
      </w:r>
      <w:r w:rsidR="00B3774E" w:rsidRPr="004B3C0C">
        <w:rPr>
          <w:sz w:val="28"/>
          <w:szCs w:val="28"/>
          <w:lang w:val="uk-UA"/>
        </w:rPr>
        <w:t xml:space="preserve"> </w:t>
      </w:r>
      <w:r w:rsidR="00BC4248" w:rsidRPr="004B3C0C">
        <w:rPr>
          <w:sz w:val="28"/>
          <w:szCs w:val="28"/>
          <w:lang w:val="uk-UA"/>
        </w:rPr>
        <w:t>від 09</w:t>
      </w:r>
      <w:r w:rsidR="007A59D6" w:rsidRPr="004B3C0C">
        <w:rPr>
          <w:sz w:val="28"/>
          <w:szCs w:val="28"/>
          <w:lang w:val="uk-UA"/>
        </w:rPr>
        <w:t xml:space="preserve"> </w:t>
      </w:r>
      <w:r w:rsidR="00BC4248" w:rsidRPr="004B3C0C">
        <w:rPr>
          <w:sz w:val="28"/>
          <w:szCs w:val="28"/>
          <w:lang w:val="uk-UA"/>
        </w:rPr>
        <w:t>червня 1994</w:t>
      </w:r>
      <w:r w:rsidR="007A59D6" w:rsidRPr="004B3C0C">
        <w:rPr>
          <w:sz w:val="28"/>
          <w:szCs w:val="28"/>
          <w:lang w:val="uk-UA"/>
        </w:rPr>
        <w:t xml:space="preserve"> року </w:t>
      </w:r>
      <w:r w:rsidR="00AC07AB" w:rsidRPr="004B3C0C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</w:t>
      </w:r>
      <w:r w:rsidR="00AC07AB" w:rsidRPr="004B3C0C">
        <w:rPr>
          <w:color w:val="000000"/>
          <w:sz w:val="28"/>
          <w:szCs w:val="28"/>
          <w:shd w:val="clear" w:color="auto" w:fill="FFFFFF"/>
          <w:lang w:val="uk-UA"/>
        </w:rPr>
        <w:t>для</w:t>
      </w:r>
      <w:r w:rsidRPr="004B3C0C">
        <w:rPr>
          <w:color w:val="000000"/>
          <w:sz w:val="28"/>
          <w:szCs w:val="28"/>
          <w:shd w:val="clear" w:color="auto" w:fill="FFFFFF"/>
          <w:lang w:val="uk-UA"/>
        </w:rPr>
        <w:t xml:space="preserve"> ведення фермерського господарства</w:t>
      </w:r>
      <w:r w:rsidR="00AC07AB" w:rsidRPr="004B3C0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C07AB" w:rsidRPr="004B3C0C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Pr="004B3C0C">
        <w:rPr>
          <w:sz w:val="28"/>
          <w:szCs w:val="28"/>
          <w:lang w:val="uk-UA"/>
        </w:rPr>
        <w:t>2</w:t>
      </w:r>
      <w:r w:rsidR="00AC07AB" w:rsidRPr="004B3C0C">
        <w:rPr>
          <w:sz w:val="28"/>
          <w:szCs w:val="28"/>
          <w:lang w:val="uk-UA"/>
        </w:rPr>
        <w:t>), що розташован</w:t>
      </w:r>
      <w:r w:rsidR="007132CD" w:rsidRPr="004B3C0C">
        <w:rPr>
          <w:sz w:val="28"/>
          <w:szCs w:val="28"/>
          <w:lang w:val="uk-UA"/>
        </w:rPr>
        <w:t>а</w:t>
      </w:r>
      <w:r w:rsidR="00AC07AB" w:rsidRPr="004B3C0C">
        <w:rPr>
          <w:sz w:val="28"/>
          <w:szCs w:val="28"/>
          <w:lang w:val="uk-UA"/>
        </w:rPr>
        <w:t xml:space="preserve"> </w:t>
      </w:r>
      <w:r w:rsidRPr="004B3C0C">
        <w:rPr>
          <w:sz w:val="28"/>
          <w:szCs w:val="28"/>
          <w:lang w:val="uk-UA"/>
        </w:rPr>
        <w:t xml:space="preserve">за межами населеного пункту на території </w:t>
      </w:r>
      <w:r w:rsidR="00315052" w:rsidRPr="004B3C0C">
        <w:rPr>
          <w:sz w:val="28"/>
          <w:szCs w:val="28"/>
          <w:lang w:val="uk-UA"/>
        </w:rPr>
        <w:t>Великопаладської</w:t>
      </w:r>
      <w:r w:rsidRPr="004B3C0C">
        <w:rPr>
          <w:sz w:val="28"/>
          <w:szCs w:val="28"/>
          <w:lang w:val="uk-UA"/>
        </w:rPr>
        <w:t xml:space="preserve"> сільської ради </w:t>
      </w:r>
      <w:r w:rsidR="00315052" w:rsidRPr="004B3C0C">
        <w:rPr>
          <w:sz w:val="28"/>
          <w:szCs w:val="28"/>
          <w:lang w:val="uk-UA"/>
        </w:rPr>
        <w:t xml:space="preserve">Виноградівського </w:t>
      </w:r>
      <w:r w:rsidRPr="004B3C0C">
        <w:rPr>
          <w:sz w:val="28"/>
          <w:szCs w:val="28"/>
          <w:lang w:val="uk-UA"/>
        </w:rPr>
        <w:t>району Закарпатської області.</w:t>
      </w:r>
    </w:p>
    <w:p w:rsidR="00AC07AB" w:rsidRPr="004B3C0C" w:rsidRDefault="00504D6B" w:rsidP="00504D6B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4B3C0C">
        <w:rPr>
          <w:sz w:val="28"/>
          <w:szCs w:val="28"/>
          <w:lang w:val="uk-UA"/>
        </w:rPr>
        <w:t xml:space="preserve"> </w:t>
      </w:r>
      <w:r w:rsidRPr="004B3C0C">
        <w:rPr>
          <w:sz w:val="28"/>
          <w:szCs w:val="28"/>
          <w:lang w:val="uk-UA"/>
        </w:rPr>
        <w:tab/>
        <w:t>2. </w:t>
      </w:r>
      <w:r w:rsidR="00AC07AB" w:rsidRPr="004B3C0C">
        <w:rPr>
          <w:sz w:val="28"/>
          <w:szCs w:val="28"/>
          <w:lang w:val="uk-UA"/>
        </w:rPr>
        <w:t xml:space="preserve">Рекомендувати </w:t>
      </w:r>
      <w:r w:rsidR="00670BFF" w:rsidRPr="004B3C0C">
        <w:rPr>
          <w:sz w:val="28"/>
          <w:szCs w:val="28"/>
          <w:lang w:val="uk-UA"/>
        </w:rPr>
        <w:t>громадянину</w:t>
      </w:r>
      <w:r w:rsidR="00B00483" w:rsidRPr="004B3C0C">
        <w:rPr>
          <w:sz w:val="28"/>
          <w:szCs w:val="28"/>
          <w:lang w:val="uk-UA"/>
        </w:rPr>
        <w:t xml:space="preserve"> </w:t>
      </w:r>
      <w:r w:rsidR="007132CD" w:rsidRPr="004B3C0C">
        <w:rPr>
          <w:sz w:val="28"/>
          <w:szCs w:val="28"/>
          <w:lang w:val="uk-UA"/>
        </w:rPr>
        <w:t>Сверенку Чобо Івановичу</w:t>
      </w:r>
      <w:r w:rsidR="00315052" w:rsidRPr="004B3C0C">
        <w:rPr>
          <w:sz w:val="28"/>
          <w:szCs w:val="28"/>
          <w:lang w:val="uk-UA"/>
        </w:rPr>
        <w:t xml:space="preserve"> </w:t>
      </w:r>
      <w:r w:rsidR="00AC07AB" w:rsidRPr="004B3C0C">
        <w:rPr>
          <w:sz w:val="28"/>
          <w:szCs w:val="28"/>
          <w:lang w:val="uk-UA"/>
        </w:rPr>
        <w:t>подати в порядку, встановленому статтею 186 Земельного кодексу України, технічну документацію із землеустрою щодо встановлення (відновлення) меж земельн</w:t>
      </w:r>
      <w:r w:rsidR="007132CD" w:rsidRPr="004B3C0C">
        <w:rPr>
          <w:sz w:val="28"/>
          <w:szCs w:val="28"/>
          <w:lang w:val="uk-UA"/>
        </w:rPr>
        <w:t>ої ділянки</w:t>
      </w:r>
      <w:r w:rsidR="00AC07AB" w:rsidRPr="004B3C0C">
        <w:rPr>
          <w:sz w:val="28"/>
          <w:szCs w:val="28"/>
          <w:lang w:val="uk-UA"/>
        </w:rPr>
        <w:t xml:space="preserve"> в натурі (на місцевості) на затвердження до Головного управління Держгеокадастру у Закарпатській області.</w:t>
      </w:r>
    </w:p>
    <w:p w:rsidR="00AC07AB" w:rsidRPr="004B3C0C" w:rsidRDefault="00504D6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4B3C0C">
        <w:rPr>
          <w:sz w:val="28"/>
          <w:szCs w:val="28"/>
          <w:lang w:val="uk-UA"/>
        </w:rPr>
        <w:tab/>
        <w:t>3. </w:t>
      </w:r>
      <w:r w:rsidR="00AC07AB" w:rsidRPr="004B3C0C">
        <w:rPr>
          <w:sz w:val="28"/>
          <w:szCs w:val="28"/>
          <w:lang w:val="uk-UA"/>
        </w:rPr>
        <w:t xml:space="preserve">Контроль за виконанням </w:t>
      </w:r>
      <w:r w:rsidR="002032FD" w:rsidRPr="004B3C0C">
        <w:rPr>
          <w:sz w:val="28"/>
          <w:szCs w:val="28"/>
          <w:lang w:val="uk-UA"/>
        </w:rPr>
        <w:t xml:space="preserve">пункту 1 </w:t>
      </w:r>
      <w:r w:rsidR="00AC07AB" w:rsidRPr="004B3C0C">
        <w:rPr>
          <w:sz w:val="28"/>
          <w:szCs w:val="28"/>
          <w:lang w:val="uk-UA"/>
        </w:rPr>
        <w:t>цього наказу залишаю за собою.</w:t>
      </w:r>
    </w:p>
    <w:p w:rsidR="00155EE9" w:rsidRPr="004B3C0C" w:rsidRDefault="00155EE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C07AB" w:rsidRPr="004B3C0C" w:rsidRDefault="00670BFF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4B3C0C">
        <w:rPr>
          <w:sz w:val="28"/>
          <w:szCs w:val="28"/>
          <w:lang w:val="uk-UA"/>
        </w:rPr>
        <w:t>Начальник</w:t>
      </w:r>
      <w:r w:rsidR="001E5461">
        <w:rPr>
          <w:sz w:val="28"/>
          <w:szCs w:val="28"/>
          <w:lang w:val="uk-UA"/>
        </w:rPr>
        <w:t xml:space="preserve"> Головного </w:t>
      </w:r>
      <w:r w:rsidR="00AC07AB" w:rsidRPr="004B3C0C">
        <w:rPr>
          <w:sz w:val="28"/>
          <w:szCs w:val="28"/>
          <w:lang w:val="uk-UA"/>
        </w:rPr>
        <w:t xml:space="preserve">управління                                     </w:t>
      </w:r>
      <w:r w:rsidR="00D14717" w:rsidRPr="004B3C0C">
        <w:rPr>
          <w:sz w:val="28"/>
          <w:szCs w:val="28"/>
          <w:lang w:val="uk-UA"/>
        </w:rPr>
        <w:t xml:space="preserve"> </w:t>
      </w:r>
      <w:r w:rsidR="00AC07AB" w:rsidRPr="004B3C0C">
        <w:rPr>
          <w:sz w:val="28"/>
          <w:szCs w:val="28"/>
          <w:lang w:val="uk-UA"/>
        </w:rPr>
        <w:t xml:space="preserve">    </w:t>
      </w:r>
      <w:r w:rsidR="00F9596F">
        <w:rPr>
          <w:sz w:val="28"/>
          <w:szCs w:val="28"/>
          <w:lang w:val="uk-UA"/>
        </w:rPr>
        <w:t xml:space="preserve">      </w:t>
      </w:r>
      <w:r w:rsidR="00AC07AB" w:rsidRPr="004B3C0C">
        <w:rPr>
          <w:sz w:val="28"/>
          <w:szCs w:val="28"/>
          <w:lang w:val="uk-UA"/>
        </w:rPr>
        <w:t xml:space="preserve">         </w:t>
      </w:r>
      <w:r w:rsidRPr="004B3C0C">
        <w:rPr>
          <w:sz w:val="28"/>
          <w:szCs w:val="28"/>
          <w:lang w:val="uk-UA"/>
        </w:rPr>
        <w:t>С</w:t>
      </w:r>
      <w:r w:rsidR="008A4957" w:rsidRPr="004B3C0C">
        <w:rPr>
          <w:sz w:val="28"/>
          <w:szCs w:val="28"/>
          <w:lang w:val="uk-UA"/>
        </w:rPr>
        <w:t>.</w:t>
      </w:r>
      <w:r w:rsidRPr="004B3C0C">
        <w:rPr>
          <w:sz w:val="28"/>
          <w:szCs w:val="28"/>
          <w:lang w:val="uk-UA"/>
        </w:rPr>
        <w:t>Мельничук</w:t>
      </w:r>
    </w:p>
    <w:p w:rsidR="00155EE9" w:rsidRDefault="00155EE9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6399D" w:rsidRDefault="0066399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66399D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5E8" w:rsidRDefault="00EB35E8">
      <w:r>
        <w:separator/>
      </w:r>
    </w:p>
  </w:endnote>
  <w:endnote w:type="continuationSeparator" w:id="0">
    <w:p w:rsidR="00EB35E8" w:rsidRDefault="00EB3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5E8" w:rsidRDefault="00EB35E8">
      <w:r>
        <w:separator/>
      </w:r>
    </w:p>
  </w:footnote>
  <w:footnote w:type="continuationSeparator" w:id="0">
    <w:p w:rsidR="00EB35E8" w:rsidRDefault="00EB35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7AB" w:rsidRDefault="00682A2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07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07AB" w:rsidRDefault="00AC07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7AB" w:rsidRDefault="00AC07AB" w:rsidP="008F4DD6">
    <w:pPr>
      <w:pStyle w:val="a3"/>
      <w:framePr w:wrap="around" w:vAnchor="text" w:hAnchor="margin" w:xAlign="center" w:y="1"/>
      <w:rPr>
        <w:rStyle w:val="a5"/>
      </w:rPr>
    </w:pPr>
  </w:p>
  <w:p w:rsidR="00AC07AB" w:rsidRDefault="00AC07AB" w:rsidP="00B659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5541A"/>
    <w:multiLevelType w:val="hybridMultilevel"/>
    <w:tmpl w:val="49DA9920"/>
    <w:lvl w:ilvl="0" w:tplc="CC6CCD3E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5C725985"/>
    <w:multiLevelType w:val="hybridMultilevel"/>
    <w:tmpl w:val="E2904274"/>
    <w:lvl w:ilvl="0" w:tplc="DCE607A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612F215A"/>
    <w:multiLevelType w:val="hybridMultilevel"/>
    <w:tmpl w:val="5DC836AA"/>
    <w:lvl w:ilvl="0" w:tplc="731C98E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723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A01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6F82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7EC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419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287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EE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20A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C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23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61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2FD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CFC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9E8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9E7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52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922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1F93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1F94"/>
    <w:rsid w:val="003721A6"/>
    <w:rsid w:val="003722E2"/>
    <w:rsid w:val="003727BB"/>
    <w:rsid w:val="003728F2"/>
    <w:rsid w:val="00372C1B"/>
    <w:rsid w:val="00372C91"/>
    <w:rsid w:val="00372F40"/>
    <w:rsid w:val="00372F9D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1B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67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E7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880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47D10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0C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155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D6B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1D0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3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A9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B35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53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4C0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3B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99D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BFF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A2A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1D4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2CD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5E95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67F0B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3DB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6F62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D6"/>
    <w:rsid w:val="007A5B00"/>
    <w:rsid w:val="007A5C45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2A8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AB2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193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DF0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543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80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957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6B7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1C3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9BB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23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910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3E4F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483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52F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16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74E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48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806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20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B7B9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717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35C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5B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17E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2CEC"/>
    <w:rsid w:val="00D93156"/>
    <w:rsid w:val="00D93215"/>
    <w:rsid w:val="00D9327A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00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342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041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5E8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9B0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E50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6F0F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D9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125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96F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09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334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146</cp:revision>
  <cp:lastPrinted>2017-10-17T12:23:00Z</cp:lastPrinted>
  <dcterms:created xsi:type="dcterms:W3CDTF">2016-03-22T08:34:00Z</dcterms:created>
  <dcterms:modified xsi:type="dcterms:W3CDTF">2017-10-24T08:15:00Z</dcterms:modified>
</cp:coreProperties>
</file>