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Головне управління 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геокадастру </w:t>
      </w:r>
      <w:r w:rsidRPr="00B913B0">
        <w:rPr>
          <w:rFonts w:ascii="Times New Roman" w:hAnsi="Times New Roman"/>
          <w:b/>
          <w:sz w:val="28"/>
          <w:szCs w:val="28"/>
        </w:rPr>
        <w:t>у Закарпатській області</w:t>
      </w:r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З</w:t>
      </w: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F72CAF" w:rsidRPr="00F72CAF" w:rsidRDefault="0023414B" w:rsidP="00F72CAF">
      <w:pPr>
        <w:jc w:val="both"/>
        <w:rPr>
          <w:noProof/>
          <w:sz w:val="27"/>
          <w:szCs w:val="27"/>
          <w:lang w:val="uk-UA"/>
        </w:rPr>
      </w:pPr>
      <w:r>
        <w:rPr>
          <w:noProof/>
          <w:sz w:val="27"/>
          <w:szCs w:val="27"/>
          <w:lang w:val="uk-UA"/>
        </w:rPr>
        <w:t xml:space="preserve">04 </w:t>
      </w:r>
      <w:r w:rsidR="00F72CAF" w:rsidRPr="00F72CAF">
        <w:rPr>
          <w:noProof/>
          <w:sz w:val="27"/>
          <w:szCs w:val="27"/>
          <w:lang w:val="uk-UA"/>
        </w:rPr>
        <w:t>жовтня 2017 року                                                               № 3</w:t>
      </w:r>
      <w:r>
        <w:rPr>
          <w:noProof/>
          <w:sz w:val="27"/>
          <w:szCs w:val="27"/>
          <w:lang w:val="uk-UA"/>
        </w:rPr>
        <w:t>188</w:t>
      </w:r>
      <w:r w:rsidR="00F72CAF" w:rsidRPr="00F72CAF">
        <w:rPr>
          <w:noProof/>
          <w:sz w:val="27"/>
          <w:szCs w:val="27"/>
          <w:lang w:val="uk-UA"/>
        </w:rPr>
        <w:t>-СГ</w:t>
      </w:r>
    </w:p>
    <w:p w:rsidR="00F72CAF" w:rsidRDefault="00F72CAF" w:rsidP="002431DB">
      <w:pPr>
        <w:jc w:val="both"/>
        <w:rPr>
          <w:b/>
          <w:noProof/>
          <w:sz w:val="27"/>
          <w:szCs w:val="27"/>
          <w:lang w:val="uk-UA"/>
        </w:rPr>
      </w:pPr>
    </w:p>
    <w:p w:rsidR="002C3613" w:rsidRPr="0070587C" w:rsidRDefault="002C3613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 xml:space="preserve">Про </w:t>
      </w:r>
      <w:r w:rsidRPr="0070587C">
        <w:rPr>
          <w:b/>
          <w:sz w:val="27"/>
          <w:szCs w:val="27"/>
          <w:lang w:val="uk-UA"/>
        </w:rPr>
        <w:t>затвердження проекту</w:t>
      </w:r>
    </w:p>
    <w:p w:rsidR="00AC56D7" w:rsidRPr="0070587C" w:rsidRDefault="002C3613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sz w:val="27"/>
          <w:szCs w:val="27"/>
          <w:lang w:val="uk-UA"/>
        </w:rPr>
        <w:t xml:space="preserve">землеустрою </w:t>
      </w:r>
      <w:r w:rsidR="00AC56D7" w:rsidRPr="0070587C">
        <w:rPr>
          <w:b/>
          <w:noProof/>
          <w:sz w:val="27"/>
          <w:szCs w:val="27"/>
          <w:lang w:val="uk-UA"/>
        </w:rPr>
        <w:t>зі зміною цільового</w:t>
      </w:r>
    </w:p>
    <w:p w:rsidR="002C3613" w:rsidRPr="0070587C" w:rsidRDefault="00AC56D7" w:rsidP="00AC56D7">
      <w:pPr>
        <w:jc w:val="both"/>
        <w:rPr>
          <w:b/>
          <w:noProof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призначення</w:t>
      </w:r>
      <w:r w:rsidRPr="0070587C">
        <w:rPr>
          <w:b/>
          <w:sz w:val="27"/>
          <w:szCs w:val="27"/>
          <w:lang w:val="uk-UA"/>
        </w:rPr>
        <w:t xml:space="preserve"> </w:t>
      </w:r>
      <w:r w:rsidR="00866A61" w:rsidRPr="0070587C">
        <w:rPr>
          <w:b/>
          <w:sz w:val="27"/>
          <w:szCs w:val="27"/>
          <w:lang w:val="uk-UA"/>
        </w:rPr>
        <w:t>та передачу</w:t>
      </w:r>
      <w:r w:rsidR="002C3613" w:rsidRPr="0070587C">
        <w:rPr>
          <w:b/>
          <w:noProof/>
          <w:sz w:val="27"/>
          <w:szCs w:val="27"/>
          <w:lang w:val="uk-UA"/>
        </w:rPr>
        <w:t xml:space="preserve"> у </w:t>
      </w:r>
    </w:p>
    <w:p w:rsidR="002C3613" w:rsidRPr="0070587C" w:rsidRDefault="00866A61" w:rsidP="002431DB">
      <w:pPr>
        <w:jc w:val="both"/>
        <w:rPr>
          <w:b/>
          <w:sz w:val="27"/>
          <w:szCs w:val="27"/>
          <w:lang w:val="uk-UA"/>
        </w:rPr>
      </w:pPr>
      <w:r w:rsidRPr="0070587C">
        <w:rPr>
          <w:b/>
          <w:noProof/>
          <w:sz w:val="27"/>
          <w:szCs w:val="27"/>
          <w:lang w:val="uk-UA"/>
        </w:rPr>
        <w:t>власність</w:t>
      </w:r>
      <w:r w:rsidR="002C3613" w:rsidRPr="0070587C">
        <w:rPr>
          <w:b/>
          <w:sz w:val="27"/>
          <w:szCs w:val="27"/>
          <w:lang w:val="uk-UA"/>
        </w:rPr>
        <w:t xml:space="preserve"> земельної ділянки</w:t>
      </w:r>
    </w:p>
    <w:p w:rsidR="00161221" w:rsidRPr="0070587C" w:rsidRDefault="00161221" w:rsidP="00202976">
      <w:pPr>
        <w:ind w:firstLine="708"/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Відповідно до статей 15-1, 20,</w:t>
      </w:r>
      <w:r w:rsidR="00F44AD1" w:rsidRPr="0070587C">
        <w:rPr>
          <w:sz w:val="27"/>
          <w:szCs w:val="27"/>
          <w:lang w:val="uk-UA"/>
        </w:rPr>
        <w:t xml:space="preserve"> 40,</w:t>
      </w:r>
      <w:r w:rsidRPr="0070587C">
        <w:rPr>
          <w:sz w:val="27"/>
          <w:szCs w:val="27"/>
          <w:lang w:val="uk-UA"/>
        </w:rPr>
        <w:t xml:space="preserve"> 91, 103, 116, 118, 121, 122, 186</w:t>
      </w:r>
      <w:r w:rsidR="006820CC" w:rsidRPr="0070587C">
        <w:rPr>
          <w:sz w:val="27"/>
          <w:szCs w:val="27"/>
          <w:lang w:val="uk-UA"/>
        </w:rPr>
        <w:t>-1</w:t>
      </w:r>
      <w:r w:rsidRPr="0070587C">
        <w:rPr>
          <w:sz w:val="27"/>
          <w:szCs w:val="27"/>
          <w:lang w:val="uk-UA"/>
        </w:rPr>
        <w:t xml:space="preserve"> Земельного кодексу України, Положення про Головне управління Держгеокадастру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A60914" w:rsidRPr="0070587C">
        <w:rPr>
          <w:sz w:val="27"/>
          <w:szCs w:val="27"/>
          <w:lang w:val="uk-UA"/>
        </w:rPr>
        <w:t xml:space="preserve">беручи до уваги рішення виконавчого комітету Ужгородської міської ради від 27.12.2016 № 448 ,,Про затвердження детального плану території” для розміщення індивідуальної малоповерхової житлової забудови садибного типу для учасників АТО, </w:t>
      </w:r>
      <w:r w:rsidRPr="0070587C">
        <w:rPr>
          <w:sz w:val="27"/>
          <w:szCs w:val="27"/>
          <w:lang w:val="uk-UA"/>
        </w:rPr>
        <w:t>розглянувши проект землеустрою щодо відведення земельної ділянки 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="000267FC" w:rsidRPr="0070587C">
        <w:rPr>
          <w:sz w:val="27"/>
          <w:szCs w:val="27"/>
          <w:lang w:val="uk-UA"/>
        </w:rPr>
        <w:t xml:space="preserve"> </w:t>
      </w:r>
      <w:r w:rsidR="00734A85">
        <w:rPr>
          <w:sz w:val="27"/>
          <w:szCs w:val="27"/>
          <w:lang w:val="uk-UA"/>
        </w:rPr>
        <w:t>Мишаничу Роману Федоровичу</w:t>
      </w:r>
      <w:r w:rsidRPr="0070587C">
        <w:rPr>
          <w:sz w:val="27"/>
          <w:szCs w:val="27"/>
          <w:lang w:val="uk-UA"/>
        </w:rPr>
        <w:t>,</w:t>
      </w:r>
    </w:p>
    <w:p w:rsidR="002C3613" w:rsidRPr="000251B3" w:rsidRDefault="002C3613" w:rsidP="00202976">
      <w:pPr>
        <w:rPr>
          <w:sz w:val="16"/>
          <w:szCs w:val="16"/>
          <w:lang w:val="uk-UA"/>
        </w:rPr>
      </w:pPr>
      <w:r w:rsidRPr="0070587C">
        <w:rPr>
          <w:sz w:val="27"/>
          <w:szCs w:val="27"/>
          <w:lang w:val="uk-UA"/>
        </w:rPr>
        <w:t xml:space="preserve"> 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НАКАЗУЮ:</w:t>
      </w:r>
    </w:p>
    <w:p w:rsidR="002C3613" w:rsidRPr="000251B3" w:rsidRDefault="002C3613" w:rsidP="00202976">
      <w:pPr>
        <w:jc w:val="both"/>
        <w:rPr>
          <w:sz w:val="16"/>
          <w:szCs w:val="16"/>
          <w:lang w:val="uk-UA"/>
        </w:rPr>
      </w:pP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1. Затвердити проект землеустрою щодо відведення зе</w:t>
      </w:r>
      <w:r w:rsidR="00AC56D7" w:rsidRPr="0070587C">
        <w:rPr>
          <w:sz w:val="27"/>
          <w:szCs w:val="27"/>
          <w:lang w:val="uk-UA"/>
        </w:rPr>
        <w:t xml:space="preserve">мельної ділянки зі зміною цільового призначення </w:t>
      </w:r>
      <w:r w:rsidRPr="0070587C">
        <w:rPr>
          <w:sz w:val="27"/>
          <w:szCs w:val="27"/>
          <w:lang w:val="uk-UA"/>
        </w:rPr>
        <w:t>у власність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8303FA">
        <w:rPr>
          <w:sz w:val="27"/>
          <w:szCs w:val="27"/>
          <w:lang w:val="uk-UA"/>
        </w:rPr>
        <w:t>Мишаничу Роману Федоровичу</w:t>
      </w:r>
      <w:r w:rsidRPr="0070587C">
        <w:rPr>
          <w:sz w:val="27"/>
          <w:szCs w:val="27"/>
          <w:lang w:val="uk-UA"/>
        </w:rPr>
        <w:t>.</w:t>
      </w:r>
    </w:p>
    <w:p w:rsidR="0070587C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2. Передати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8303FA">
        <w:rPr>
          <w:sz w:val="27"/>
          <w:szCs w:val="27"/>
          <w:lang w:val="uk-UA"/>
        </w:rPr>
        <w:t>Мишаничу Роману Федоровичу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="00D97243">
        <w:rPr>
          <w:sz w:val="28"/>
          <w:szCs w:val="28"/>
          <w:lang w:val="uk-UA"/>
        </w:rPr>
        <w:t>******************</w:t>
      </w:r>
      <w:r w:rsidRPr="0070587C">
        <w:rPr>
          <w:sz w:val="27"/>
          <w:szCs w:val="27"/>
          <w:lang w:val="uk-UA"/>
        </w:rPr>
        <w:t>, у власність земельну ділянку (кадастровий номер 21</w:t>
      </w:r>
      <w:r w:rsidR="00485A18" w:rsidRPr="0070587C">
        <w:rPr>
          <w:sz w:val="27"/>
          <w:szCs w:val="27"/>
          <w:lang w:val="uk-UA"/>
        </w:rPr>
        <w:t>10100000</w:t>
      </w:r>
      <w:r w:rsidR="008770F4" w:rsidRPr="0070587C">
        <w:rPr>
          <w:sz w:val="27"/>
          <w:szCs w:val="27"/>
          <w:lang w:val="uk-UA"/>
        </w:rPr>
        <w:t>:</w:t>
      </w:r>
      <w:r w:rsidR="00485A18" w:rsidRPr="0070587C">
        <w:rPr>
          <w:sz w:val="27"/>
          <w:szCs w:val="27"/>
          <w:lang w:val="uk-UA"/>
        </w:rPr>
        <w:t>55</w:t>
      </w:r>
      <w:r w:rsidR="00DE4339" w:rsidRPr="0070587C">
        <w:rPr>
          <w:sz w:val="27"/>
          <w:szCs w:val="27"/>
          <w:lang w:val="uk-UA"/>
        </w:rPr>
        <w:t>:00</w:t>
      </w:r>
      <w:r w:rsidR="0024555C" w:rsidRPr="0070587C">
        <w:rPr>
          <w:sz w:val="27"/>
          <w:szCs w:val="27"/>
          <w:lang w:val="uk-UA"/>
        </w:rPr>
        <w:t>1</w:t>
      </w:r>
      <w:r w:rsidR="00B96391" w:rsidRPr="0070587C">
        <w:rPr>
          <w:sz w:val="27"/>
          <w:szCs w:val="27"/>
          <w:lang w:val="uk-UA"/>
        </w:rPr>
        <w:t>:0</w:t>
      </w:r>
      <w:r w:rsidR="008303FA">
        <w:rPr>
          <w:sz w:val="27"/>
          <w:szCs w:val="27"/>
          <w:lang w:val="uk-UA"/>
        </w:rPr>
        <w:t>679</w:t>
      </w:r>
      <w:r w:rsidR="00B96391" w:rsidRPr="0070587C">
        <w:rPr>
          <w:sz w:val="27"/>
          <w:szCs w:val="27"/>
          <w:lang w:val="uk-UA"/>
        </w:rPr>
        <w:t>) площею 0,</w:t>
      </w:r>
      <w:r w:rsidR="00485A18" w:rsidRPr="0070587C">
        <w:rPr>
          <w:sz w:val="27"/>
          <w:szCs w:val="27"/>
          <w:lang w:val="uk-UA"/>
        </w:rPr>
        <w:t>0</w:t>
      </w:r>
      <w:r w:rsidR="000271C4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в тому числі </w:t>
      </w:r>
      <w:r w:rsidR="00CA2757" w:rsidRPr="0070587C">
        <w:rPr>
          <w:sz w:val="27"/>
          <w:szCs w:val="27"/>
          <w:lang w:val="uk-UA"/>
        </w:rPr>
        <w:t>землі, зайняті поточним будівництвом та відведені пі</w:t>
      </w:r>
      <w:bookmarkStart w:id="0" w:name="_GoBack"/>
      <w:bookmarkEnd w:id="0"/>
      <w:r w:rsidR="00CA2757" w:rsidRPr="0070587C">
        <w:rPr>
          <w:sz w:val="27"/>
          <w:szCs w:val="27"/>
          <w:lang w:val="uk-UA"/>
        </w:rPr>
        <w:t>д будівництво (будівництво на яких не розпочато)</w:t>
      </w:r>
      <w:r w:rsidR="00575985" w:rsidRPr="0070587C">
        <w:rPr>
          <w:sz w:val="27"/>
          <w:szCs w:val="27"/>
          <w:lang w:val="uk-UA"/>
        </w:rPr>
        <w:t xml:space="preserve"> площею 0,</w:t>
      </w:r>
      <w:r w:rsidR="0009194E">
        <w:rPr>
          <w:sz w:val="27"/>
          <w:szCs w:val="27"/>
          <w:lang w:val="uk-UA"/>
        </w:rPr>
        <w:t>0</w:t>
      </w:r>
      <w:r w:rsidR="000271C4">
        <w:rPr>
          <w:sz w:val="27"/>
          <w:szCs w:val="27"/>
          <w:lang w:val="uk-UA"/>
        </w:rPr>
        <w:t>608</w:t>
      </w:r>
      <w:r w:rsidRPr="0070587C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</w:t>
      </w:r>
      <w:r w:rsidR="00AC56D7" w:rsidRPr="0070587C">
        <w:rPr>
          <w:sz w:val="27"/>
          <w:szCs w:val="27"/>
          <w:lang w:val="uk-UA"/>
        </w:rPr>
        <w:t>зі зміною цільового призначення</w:t>
      </w:r>
      <w:r w:rsidR="00AC56D7" w:rsidRPr="0070587C">
        <w:rPr>
          <w:color w:val="000000"/>
          <w:sz w:val="27"/>
          <w:szCs w:val="27"/>
          <w:lang w:val="uk-UA"/>
        </w:rPr>
        <w:t xml:space="preserve"> </w:t>
      </w:r>
      <w:r w:rsidRPr="0070587C">
        <w:rPr>
          <w:color w:val="000000"/>
          <w:sz w:val="27"/>
          <w:szCs w:val="27"/>
          <w:lang w:val="uk-UA"/>
        </w:rPr>
        <w:t xml:space="preserve">для </w:t>
      </w:r>
      <w:r w:rsidR="00E14FD4" w:rsidRPr="0070587C">
        <w:rPr>
          <w:color w:val="000000"/>
          <w:sz w:val="27"/>
          <w:szCs w:val="27"/>
          <w:lang w:val="uk-UA"/>
        </w:rPr>
        <w:t>будівництва та</w:t>
      </w:r>
      <w:r w:rsidR="00CA2757" w:rsidRPr="0070587C">
        <w:rPr>
          <w:color w:val="000000"/>
          <w:sz w:val="27"/>
          <w:szCs w:val="27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Pr="0070587C">
        <w:rPr>
          <w:color w:val="000000"/>
          <w:sz w:val="27"/>
          <w:szCs w:val="27"/>
          <w:lang w:val="uk-UA"/>
        </w:rPr>
        <w:t xml:space="preserve"> (код цільового призначення згідно класифікації видів ц</w:t>
      </w:r>
      <w:r w:rsidR="00CA2757" w:rsidRPr="0070587C">
        <w:rPr>
          <w:color w:val="000000"/>
          <w:sz w:val="27"/>
          <w:szCs w:val="27"/>
          <w:lang w:val="uk-UA"/>
        </w:rPr>
        <w:t>ільового призначення земель – 02.01</w:t>
      </w:r>
      <w:r w:rsidRPr="0070587C">
        <w:rPr>
          <w:color w:val="000000"/>
          <w:sz w:val="27"/>
          <w:szCs w:val="27"/>
          <w:lang w:val="uk-UA"/>
        </w:rPr>
        <w:t>)</w:t>
      </w:r>
      <w:r w:rsidRPr="0070587C">
        <w:rPr>
          <w:sz w:val="27"/>
          <w:szCs w:val="27"/>
          <w:lang w:val="uk-UA"/>
        </w:rPr>
        <w:t xml:space="preserve">, розташовану за </w:t>
      </w:r>
      <w:r w:rsidR="00CA2757" w:rsidRPr="0070587C">
        <w:rPr>
          <w:sz w:val="27"/>
          <w:szCs w:val="27"/>
          <w:lang w:val="uk-UA"/>
        </w:rPr>
        <w:t xml:space="preserve">адресою: </w:t>
      </w:r>
      <w:r w:rsidR="0070587C" w:rsidRPr="0070587C">
        <w:rPr>
          <w:sz w:val="27"/>
          <w:szCs w:val="27"/>
          <w:lang w:val="uk-UA"/>
        </w:rPr>
        <w:t>Закарпатська область</w:t>
      </w:r>
      <w:r w:rsidR="005D0878">
        <w:rPr>
          <w:sz w:val="27"/>
          <w:szCs w:val="27"/>
          <w:lang w:val="uk-UA"/>
        </w:rPr>
        <w:t>,</w:t>
      </w:r>
      <w:r w:rsidR="0070587C" w:rsidRPr="0070587C">
        <w:rPr>
          <w:sz w:val="27"/>
          <w:szCs w:val="27"/>
          <w:lang w:val="uk-UA"/>
        </w:rPr>
        <w:t xml:space="preserve"> м. Ужгород</w:t>
      </w:r>
      <w:r w:rsidR="005D0878">
        <w:rPr>
          <w:sz w:val="27"/>
          <w:szCs w:val="27"/>
          <w:lang w:val="uk-UA"/>
        </w:rPr>
        <w:t>,</w:t>
      </w:r>
      <w:r w:rsidR="00AA6924">
        <w:rPr>
          <w:sz w:val="27"/>
          <w:szCs w:val="27"/>
          <w:lang w:val="uk-UA"/>
        </w:rPr>
        <w:t xml:space="preserve"> вулиця Загорська п</w:t>
      </w:r>
      <w:r w:rsidR="008F5290">
        <w:rPr>
          <w:sz w:val="27"/>
          <w:szCs w:val="27"/>
          <w:lang w:val="uk-UA"/>
        </w:rPr>
        <w:t xml:space="preserve">оз. </w:t>
      </w:r>
      <w:r w:rsidR="008303FA">
        <w:rPr>
          <w:sz w:val="27"/>
          <w:szCs w:val="27"/>
          <w:lang w:val="uk-UA"/>
        </w:rPr>
        <w:t>66</w:t>
      </w:r>
      <w:r w:rsidR="0070587C" w:rsidRPr="0070587C">
        <w:rPr>
          <w:sz w:val="27"/>
          <w:szCs w:val="27"/>
          <w:lang w:val="uk-UA"/>
        </w:rPr>
        <w:t>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3. Рекомендувати громадян</w:t>
      </w:r>
      <w:r w:rsidR="00F44AD1" w:rsidRPr="0070587C">
        <w:rPr>
          <w:sz w:val="27"/>
          <w:szCs w:val="27"/>
          <w:lang w:val="uk-UA"/>
        </w:rPr>
        <w:t>ину</w:t>
      </w:r>
      <w:r w:rsidRPr="0070587C">
        <w:rPr>
          <w:sz w:val="27"/>
          <w:szCs w:val="27"/>
          <w:lang w:val="uk-UA"/>
        </w:rPr>
        <w:t xml:space="preserve"> </w:t>
      </w:r>
      <w:r w:rsidR="008303FA">
        <w:rPr>
          <w:sz w:val="27"/>
          <w:szCs w:val="27"/>
          <w:lang w:val="uk-UA"/>
        </w:rPr>
        <w:t>Мишаничу Роману Федоровичу</w:t>
      </w:r>
      <w:r w:rsidR="0024555C" w:rsidRPr="0070587C">
        <w:rPr>
          <w:sz w:val="27"/>
          <w:szCs w:val="27"/>
          <w:lang w:val="uk-UA"/>
        </w:rPr>
        <w:t xml:space="preserve"> </w:t>
      </w:r>
      <w:r w:rsidRPr="0070587C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485A18" w:rsidRPr="0070587C">
        <w:rPr>
          <w:sz w:val="27"/>
          <w:szCs w:val="27"/>
          <w:lang w:val="uk-UA"/>
        </w:rPr>
        <w:t>2110100000:55:001:0</w:t>
      </w:r>
      <w:r w:rsidR="008303FA">
        <w:rPr>
          <w:sz w:val="27"/>
          <w:szCs w:val="27"/>
          <w:lang w:val="uk-UA"/>
        </w:rPr>
        <w:t>679</w:t>
      </w:r>
      <w:r w:rsidRPr="0070587C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70587C" w:rsidRDefault="002C3613" w:rsidP="00202976">
      <w:pPr>
        <w:ind w:firstLine="708"/>
        <w:jc w:val="both"/>
        <w:rPr>
          <w:sz w:val="27"/>
          <w:szCs w:val="27"/>
          <w:lang w:val="uk-UA"/>
        </w:rPr>
      </w:pPr>
      <w:r w:rsidRPr="0070587C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2C3613" w:rsidRPr="0070587C" w:rsidRDefault="002C3613" w:rsidP="00202976">
      <w:pPr>
        <w:jc w:val="both"/>
        <w:rPr>
          <w:sz w:val="27"/>
          <w:szCs w:val="27"/>
          <w:lang w:val="uk-UA"/>
        </w:rPr>
      </w:pPr>
    </w:p>
    <w:p w:rsidR="00AD3FD5" w:rsidRPr="00A60914" w:rsidRDefault="00AD3FD5" w:rsidP="00AD3FD5">
      <w:pPr>
        <w:jc w:val="both"/>
        <w:rPr>
          <w:sz w:val="25"/>
          <w:szCs w:val="25"/>
          <w:lang w:val="uk-UA"/>
        </w:rPr>
      </w:pPr>
      <w:r w:rsidRPr="0070587C">
        <w:rPr>
          <w:sz w:val="27"/>
          <w:szCs w:val="27"/>
          <w:lang w:val="uk-UA"/>
        </w:rPr>
        <w:t xml:space="preserve">Начальник Головного управління </w:t>
      </w:r>
      <w:r w:rsidR="0070587C">
        <w:rPr>
          <w:sz w:val="27"/>
          <w:szCs w:val="27"/>
          <w:lang w:val="uk-UA"/>
        </w:rPr>
        <w:t xml:space="preserve">                             </w:t>
      </w:r>
      <w:r w:rsidRPr="0070587C">
        <w:rPr>
          <w:sz w:val="27"/>
          <w:szCs w:val="27"/>
          <w:lang w:val="uk-UA"/>
        </w:rPr>
        <w:t xml:space="preserve">          </w:t>
      </w:r>
      <w:r w:rsidR="00A60914" w:rsidRPr="0070587C">
        <w:rPr>
          <w:sz w:val="27"/>
          <w:szCs w:val="27"/>
          <w:lang w:val="uk-UA"/>
        </w:rPr>
        <w:t xml:space="preserve">           </w:t>
      </w:r>
      <w:r w:rsidRPr="0070587C">
        <w:rPr>
          <w:sz w:val="27"/>
          <w:szCs w:val="27"/>
          <w:lang w:val="uk-UA"/>
        </w:rPr>
        <w:t xml:space="preserve">      С. Мельничук</w:t>
      </w:r>
    </w:p>
    <w:p w:rsidR="00AD3FD5" w:rsidRPr="00AD3FD5" w:rsidRDefault="00AD3FD5" w:rsidP="00AD3FD5">
      <w:pPr>
        <w:jc w:val="both"/>
        <w:rPr>
          <w:sz w:val="27"/>
          <w:szCs w:val="27"/>
          <w:lang w:val="uk-UA"/>
        </w:rPr>
      </w:pPr>
    </w:p>
    <w:sectPr w:rsidR="00AD3FD5" w:rsidRPr="00AD3FD5" w:rsidSect="00A60914">
      <w:headerReference w:type="even" r:id="rId7"/>
      <w:pgSz w:w="11906" w:h="16838"/>
      <w:pgMar w:top="28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A3F" w:rsidRDefault="00B77A3F">
      <w:r>
        <w:separator/>
      </w:r>
    </w:p>
  </w:endnote>
  <w:endnote w:type="continuationSeparator" w:id="0">
    <w:p w:rsidR="00B77A3F" w:rsidRDefault="00B77A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A3F" w:rsidRDefault="00B77A3F">
      <w:r>
        <w:separator/>
      </w:r>
    </w:p>
  </w:footnote>
  <w:footnote w:type="continuationSeparator" w:id="0">
    <w:p w:rsidR="00B77A3F" w:rsidRDefault="00B77A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9048D5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038A"/>
    <w:rsid w:val="00004FAB"/>
    <w:rsid w:val="00010114"/>
    <w:rsid w:val="000116E7"/>
    <w:rsid w:val="000203BF"/>
    <w:rsid w:val="000251B3"/>
    <w:rsid w:val="000267FC"/>
    <w:rsid w:val="000271C4"/>
    <w:rsid w:val="00030948"/>
    <w:rsid w:val="00032D0B"/>
    <w:rsid w:val="000337E9"/>
    <w:rsid w:val="000369F6"/>
    <w:rsid w:val="00046814"/>
    <w:rsid w:val="00050F2E"/>
    <w:rsid w:val="00051AF4"/>
    <w:rsid w:val="0005231F"/>
    <w:rsid w:val="00057628"/>
    <w:rsid w:val="0005771B"/>
    <w:rsid w:val="00063741"/>
    <w:rsid w:val="000645F6"/>
    <w:rsid w:val="000719FF"/>
    <w:rsid w:val="0007244B"/>
    <w:rsid w:val="000739F2"/>
    <w:rsid w:val="0007497F"/>
    <w:rsid w:val="00075B14"/>
    <w:rsid w:val="00082E24"/>
    <w:rsid w:val="00083FCF"/>
    <w:rsid w:val="0008528A"/>
    <w:rsid w:val="00087DD0"/>
    <w:rsid w:val="0009194E"/>
    <w:rsid w:val="00093A1B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D86"/>
    <w:rsid w:val="000E7EC1"/>
    <w:rsid w:val="000F4ED7"/>
    <w:rsid w:val="000F5096"/>
    <w:rsid w:val="00100980"/>
    <w:rsid w:val="00102B94"/>
    <w:rsid w:val="00105865"/>
    <w:rsid w:val="0010689A"/>
    <w:rsid w:val="0011008B"/>
    <w:rsid w:val="001104CD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1221"/>
    <w:rsid w:val="001631C3"/>
    <w:rsid w:val="001645EA"/>
    <w:rsid w:val="00170AF9"/>
    <w:rsid w:val="001854F5"/>
    <w:rsid w:val="00185B6F"/>
    <w:rsid w:val="00191DC4"/>
    <w:rsid w:val="00193661"/>
    <w:rsid w:val="00194A38"/>
    <w:rsid w:val="00194B50"/>
    <w:rsid w:val="001968E9"/>
    <w:rsid w:val="001A36C5"/>
    <w:rsid w:val="001A6534"/>
    <w:rsid w:val="001B01F0"/>
    <w:rsid w:val="001C4787"/>
    <w:rsid w:val="001C617B"/>
    <w:rsid w:val="001D03AF"/>
    <w:rsid w:val="001D2CD4"/>
    <w:rsid w:val="001D6387"/>
    <w:rsid w:val="001D7233"/>
    <w:rsid w:val="001D7D34"/>
    <w:rsid w:val="001F19C3"/>
    <w:rsid w:val="001F3868"/>
    <w:rsid w:val="001F3C62"/>
    <w:rsid w:val="001F62BA"/>
    <w:rsid w:val="001F76B8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2C6F"/>
    <w:rsid w:val="0023414B"/>
    <w:rsid w:val="002401A6"/>
    <w:rsid w:val="00240B13"/>
    <w:rsid w:val="0024117E"/>
    <w:rsid w:val="002414A6"/>
    <w:rsid w:val="0024217A"/>
    <w:rsid w:val="002431DB"/>
    <w:rsid w:val="0024378B"/>
    <w:rsid w:val="0024555C"/>
    <w:rsid w:val="00246689"/>
    <w:rsid w:val="00247C5A"/>
    <w:rsid w:val="00247FB2"/>
    <w:rsid w:val="00264523"/>
    <w:rsid w:val="002652BD"/>
    <w:rsid w:val="0026701E"/>
    <w:rsid w:val="00281B9A"/>
    <w:rsid w:val="00292009"/>
    <w:rsid w:val="00293410"/>
    <w:rsid w:val="002978DF"/>
    <w:rsid w:val="00297916"/>
    <w:rsid w:val="002A28EF"/>
    <w:rsid w:val="002B0E0D"/>
    <w:rsid w:val="002B28C6"/>
    <w:rsid w:val="002B3554"/>
    <w:rsid w:val="002C2875"/>
    <w:rsid w:val="002C2DF1"/>
    <w:rsid w:val="002C3348"/>
    <w:rsid w:val="002C3613"/>
    <w:rsid w:val="002C7D32"/>
    <w:rsid w:val="002D116E"/>
    <w:rsid w:val="002D267A"/>
    <w:rsid w:val="002F26D9"/>
    <w:rsid w:val="002F5564"/>
    <w:rsid w:val="00301FA7"/>
    <w:rsid w:val="00302662"/>
    <w:rsid w:val="00303DB6"/>
    <w:rsid w:val="00311709"/>
    <w:rsid w:val="00317BC3"/>
    <w:rsid w:val="0032423E"/>
    <w:rsid w:val="00326F18"/>
    <w:rsid w:val="0033058D"/>
    <w:rsid w:val="00335B61"/>
    <w:rsid w:val="00337BB0"/>
    <w:rsid w:val="0034087A"/>
    <w:rsid w:val="00341201"/>
    <w:rsid w:val="003418DC"/>
    <w:rsid w:val="0034248C"/>
    <w:rsid w:val="003647BF"/>
    <w:rsid w:val="00384CEE"/>
    <w:rsid w:val="00385554"/>
    <w:rsid w:val="00387F46"/>
    <w:rsid w:val="003905F3"/>
    <w:rsid w:val="003915AE"/>
    <w:rsid w:val="00391EC3"/>
    <w:rsid w:val="00394D94"/>
    <w:rsid w:val="003957FA"/>
    <w:rsid w:val="003A3853"/>
    <w:rsid w:val="003A66A5"/>
    <w:rsid w:val="003B71A1"/>
    <w:rsid w:val="003C1DE1"/>
    <w:rsid w:val="003C5658"/>
    <w:rsid w:val="003D27AD"/>
    <w:rsid w:val="003E3270"/>
    <w:rsid w:val="003E5810"/>
    <w:rsid w:val="003E6579"/>
    <w:rsid w:val="003F20FD"/>
    <w:rsid w:val="003F2D6F"/>
    <w:rsid w:val="004027DB"/>
    <w:rsid w:val="00404C13"/>
    <w:rsid w:val="004064E9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2FCF"/>
    <w:rsid w:val="0046451A"/>
    <w:rsid w:val="004778DC"/>
    <w:rsid w:val="004819F5"/>
    <w:rsid w:val="00481B43"/>
    <w:rsid w:val="00485A18"/>
    <w:rsid w:val="0049214F"/>
    <w:rsid w:val="00494FBE"/>
    <w:rsid w:val="004952FB"/>
    <w:rsid w:val="004A0D11"/>
    <w:rsid w:val="004A6DAE"/>
    <w:rsid w:val="004B1371"/>
    <w:rsid w:val="004B7C36"/>
    <w:rsid w:val="004C48E9"/>
    <w:rsid w:val="004D2BEE"/>
    <w:rsid w:val="004D3999"/>
    <w:rsid w:val="004D6BED"/>
    <w:rsid w:val="004F03EA"/>
    <w:rsid w:val="004F04E4"/>
    <w:rsid w:val="004F05CA"/>
    <w:rsid w:val="004F0FD1"/>
    <w:rsid w:val="004F4E09"/>
    <w:rsid w:val="0050240B"/>
    <w:rsid w:val="00502913"/>
    <w:rsid w:val="00503569"/>
    <w:rsid w:val="00504890"/>
    <w:rsid w:val="00511001"/>
    <w:rsid w:val="00511054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5397"/>
    <w:rsid w:val="00575985"/>
    <w:rsid w:val="005808D9"/>
    <w:rsid w:val="00580E2E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0878"/>
    <w:rsid w:val="005D1682"/>
    <w:rsid w:val="005E2C84"/>
    <w:rsid w:val="005E5B67"/>
    <w:rsid w:val="005E6159"/>
    <w:rsid w:val="005E7935"/>
    <w:rsid w:val="005F4C8A"/>
    <w:rsid w:val="0060009E"/>
    <w:rsid w:val="00602E99"/>
    <w:rsid w:val="00604841"/>
    <w:rsid w:val="00605E47"/>
    <w:rsid w:val="00616A4E"/>
    <w:rsid w:val="006202A9"/>
    <w:rsid w:val="006233F1"/>
    <w:rsid w:val="00634C69"/>
    <w:rsid w:val="00642D9D"/>
    <w:rsid w:val="006434DF"/>
    <w:rsid w:val="006456B9"/>
    <w:rsid w:val="00646A07"/>
    <w:rsid w:val="00655F0A"/>
    <w:rsid w:val="006742F9"/>
    <w:rsid w:val="00680746"/>
    <w:rsid w:val="006816A3"/>
    <w:rsid w:val="006820CC"/>
    <w:rsid w:val="00692978"/>
    <w:rsid w:val="006938B2"/>
    <w:rsid w:val="00696C10"/>
    <w:rsid w:val="006A0AB8"/>
    <w:rsid w:val="006A2281"/>
    <w:rsid w:val="006A479F"/>
    <w:rsid w:val="006A6212"/>
    <w:rsid w:val="006B3488"/>
    <w:rsid w:val="006C1C85"/>
    <w:rsid w:val="006C371E"/>
    <w:rsid w:val="006C430E"/>
    <w:rsid w:val="006C4C26"/>
    <w:rsid w:val="006D351B"/>
    <w:rsid w:val="006D5FA0"/>
    <w:rsid w:val="006E0081"/>
    <w:rsid w:val="006E07CC"/>
    <w:rsid w:val="006E2C3E"/>
    <w:rsid w:val="006F1087"/>
    <w:rsid w:val="006F7DDD"/>
    <w:rsid w:val="0070587C"/>
    <w:rsid w:val="007119F8"/>
    <w:rsid w:val="00711DBB"/>
    <w:rsid w:val="00711E03"/>
    <w:rsid w:val="007120B9"/>
    <w:rsid w:val="00714ABA"/>
    <w:rsid w:val="00721213"/>
    <w:rsid w:val="00722A56"/>
    <w:rsid w:val="00723CF2"/>
    <w:rsid w:val="00726AE6"/>
    <w:rsid w:val="00734A85"/>
    <w:rsid w:val="007356C4"/>
    <w:rsid w:val="00740417"/>
    <w:rsid w:val="00741107"/>
    <w:rsid w:val="007465CD"/>
    <w:rsid w:val="00747E34"/>
    <w:rsid w:val="00752ED0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86767"/>
    <w:rsid w:val="00791ED2"/>
    <w:rsid w:val="0079296A"/>
    <w:rsid w:val="00795DCB"/>
    <w:rsid w:val="0079788A"/>
    <w:rsid w:val="00797EEB"/>
    <w:rsid w:val="007A0C4B"/>
    <w:rsid w:val="007A61CF"/>
    <w:rsid w:val="007A70AA"/>
    <w:rsid w:val="007A7D7A"/>
    <w:rsid w:val="007B37C5"/>
    <w:rsid w:val="007B3A10"/>
    <w:rsid w:val="007B47BA"/>
    <w:rsid w:val="007C387C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17677"/>
    <w:rsid w:val="008229D7"/>
    <w:rsid w:val="00822B7B"/>
    <w:rsid w:val="00825D75"/>
    <w:rsid w:val="00826BB5"/>
    <w:rsid w:val="008303FA"/>
    <w:rsid w:val="00830A08"/>
    <w:rsid w:val="008323E4"/>
    <w:rsid w:val="00833B5D"/>
    <w:rsid w:val="00834425"/>
    <w:rsid w:val="00835BFD"/>
    <w:rsid w:val="008371C1"/>
    <w:rsid w:val="00845E72"/>
    <w:rsid w:val="00846147"/>
    <w:rsid w:val="00852F85"/>
    <w:rsid w:val="008532D1"/>
    <w:rsid w:val="00854328"/>
    <w:rsid w:val="00857A71"/>
    <w:rsid w:val="00864644"/>
    <w:rsid w:val="00866A61"/>
    <w:rsid w:val="00875729"/>
    <w:rsid w:val="008770F4"/>
    <w:rsid w:val="00883550"/>
    <w:rsid w:val="00884D5D"/>
    <w:rsid w:val="00884FB2"/>
    <w:rsid w:val="0089054C"/>
    <w:rsid w:val="008A613B"/>
    <w:rsid w:val="008A62F9"/>
    <w:rsid w:val="008B238C"/>
    <w:rsid w:val="008B56DD"/>
    <w:rsid w:val="008B6870"/>
    <w:rsid w:val="008C0523"/>
    <w:rsid w:val="008C0E76"/>
    <w:rsid w:val="008C2BF5"/>
    <w:rsid w:val="008C336E"/>
    <w:rsid w:val="008C3F65"/>
    <w:rsid w:val="008C4E50"/>
    <w:rsid w:val="008D54D8"/>
    <w:rsid w:val="008D72E7"/>
    <w:rsid w:val="008E296F"/>
    <w:rsid w:val="008E3250"/>
    <w:rsid w:val="008E4402"/>
    <w:rsid w:val="008E4423"/>
    <w:rsid w:val="008E4AFA"/>
    <w:rsid w:val="008E4E1F"/>
    <w:rsid w:val="008F293D"/>
    <w:rsid w:val="008F2A8A"/>
    <w:rsid w:val="008F3C0F"/>
    <w:rsid w:val="008F5290"/>
    <w:rsid w:val="008F5A2E"/>
    <w:rsid w:val="008F7670"/>
    <w:rsid w:val="00900598"/>
    <w:rsid w:val="009048D5"/>
    <w:rsid w:val="0090536D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25EA5"/>
    <w:rsid w:val="00932590"/>
    <w:rsid w:val="00942138"/>
    <w:rsid w:val="00945C8A"/>
    <w:rsid w:val="00952A6C"/>
    <w:rsid w:val="0095575A"/>
    <w:rsid w:val="00956376"/>
    <w:rsid w:val="009569A2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D4C89"/>
    <w:rsid w:val="009D58B2"/>
    <w:rsid w:val="009E0C59"/>
    <w:rsid w:val="009E1B14"/>
    <w:rsid w:val="009E5B24"/>
    <w:rsid w:val="009E6161"/>
    <w:rsid w:val="009F068D"/>
    <w:rsid w:val="009F11ED"/>
    <w:rsid w:val="009F2B64"/>
    <w:rsid w:val="009F449B"/>
    <w:rsid w:val="009F5465"/>
    <w:rsid w:val="009F79C9"/>
    <w:rsid w:val="00A0094F"/>
    <w:rsid w:val="00A0297B"/>
    <w:rsid w:val="00A03EC4"/>
    <w:rsid w:val="00A10582"/>
    <w:rsid w:val="00A1106E"/>
    <w:rsid w:val="00A1108B"/>
    <w:rsid w:val="00A14320"/>
    <w:rsid w:val="00A24618"/>
    <w:rsid w:val="00A311FA"/>
    <w:rsid w:val="00A32451"/>
    <w:rsid w:val="00A37C83"/>
    <w:rsid w:val="00A4388A"/>
    <w:rsid w:val="00A453D1"/>
    <w:rsid w:val="00A50C62"/>
    <w:rsid w:val="00A52134"/>
    <w:rsid w:val="00A52D68"/>
    <w:rsid w:val="00A53BAA"/>
    <w:rsid w:val="00A566BC"/>
    <w:rsid w:val="00A5781A"/>
    <w:rsid w:val="00A60914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A6924"/>
    <w:rsid w:val="00AB07B2"/>
    <w:rsid w:val="00AB2A2E"/>
    <w:rsid w:val="00AB3821"/>
    <w:rsid w:val="00AC2710"/>
    <w:rsid w:val="00AC3263"/>
    <w:rsid w:val="00AC56D7"/>
    <w:rsid w:val="00AD1B6E"/>
    <w:rsid w:val="00AD3FD5"/>
    <w:rsid w:val="00AD5DDE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72A3"/>
    <w:rsid w:val="00B31E0C"/>
    <w:rsid w:val="00B359E8"/>
    <w:rsid w:val="00B35C9D"/>
    <w:rsid w:val="00B37038"/>
    <w:rsid w:val="00B372E8"/>
    <w:rsid w:val="00B4075B"/>
    <w:rsid w:val="00B41018"/>
    <w:rsid w:val="00B44395"/>
    <w:rsid w:val="00B51C60"/>
    <w:rsid w:val="00B529C0"/>
    <w:rsid w:val="00B55FFA"/>
    <w:rsid w:val="00B60E28"/>
    <w:rsid w:val="00B60FC8"/>
    <w:rsid w:val="00B62934"/>
    <w:rsid w:val="00B6333C"/>
    <w:rsid w:val="00B67F8F"/>
    <w:rsid w:val="00B77A3F"/>
    <w:rsid w:val="00B84A92"/>
    <w:rsid w:val="00B913B0"/>
    <w:rsid w:val="00B94073"/>
    <w:rsid w:val="00B96391"/>
    <w:rsid w:val="00B971F0"/>
    <w:rsid w:val="00BA5490"/>
    <w:rsid w:val="00BA6BE2"/>
    <w:rsid w:val="00BA6F21"/>
    <w:rsid w:val="00BB1E4B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0171"/>
    <w:rsid w:val="00C07568"/>
    <w:rsid w:val="00C1322E"/>
    <w:rsid w:val="00C22376"/>
    <w:rsid w:val="00C31A3E"/>
    <w:rsid w:val="00C32E26"/>
    <w:rsid w:val="00C33026"/>
    <w:rsid w:val="00C3346A"/>
    <w:rsid w:val="00C44474"/>
    <w:rsid w:val="00C50B08"/>
    <w:rsid w:val="00C5241E"/>
    <w:rsid w:val="00C54413"/>
    <w:rsid w:val="00C6067A"/>
    <w:rsid w:val="00C618A9"/>
    <w:rsid w:val="00C620AF"/>
    <w:rsid w:val="00C645A5"/>
    <w:rsid w:val="00C66804"/>
    <w:rsid w:val="00C73CF1"/>
    <w:rsid w:val="00C73F8E"/>
    <w:rsid w:val="00C8199E"/>
    <w:rsid w:val="00C81F61"/>
    <w:rsid w:val="00C92E1B"/>
    <w:rsid w:val="00C93804"/>
    <w:rsid w:val="00C93A59"/>
    <w:rsid w:val="00C93B3C"/>
    <w:rsid w:val="00C9687F"/>
    <w:rsid w:val="00CA2757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45BD"/>
    <w:rsid w:val="00CF5406"/>
    <w:rsid w:val="00D01093"/>
    <w:rsid w:val="00D0297D"/>
    <w:rsid w:val="00D03A4F"/>
    <w:rsid w:val="00D048B0"/>
    <w:rsid w:val="00D04C4B"/>
    <w:rsid w:val="00D0657D"/>
    <w:rsid w:val="00D07507"/>
    <w:rsid w:val="00D07DE7"/>
    <w:rsid w:val="00D1014E"/>
    <w:rsid w:val="00D11070"/>
    <w:rsid w:val="00D16BD2"/>
    <w:rsid w:val="00D24589"/>
    <w:rsid w:val="00D25A2C"/>
    <w:rsid w:val="00D419C4"/>
    <w:rsid w:val="00D44E07"/>
    <w:rsid w:val="00D45D0D"/>
    <w:rsid w:val="00D5465A"/>
    <w:rsid w:val="00D62EF4"/>
    <w:rsid w:val="00D647AD"/>
    <w:rsid w:val="00D7764C"/>
    <w:rsid w:val="00D8655F"/>
    <w:rsid w:val="00D86F13"/>
    <w:rsid w:val="00D92A72"/>
    <w:rsid w:val="00D94D4F"/>
    <w:rsid w:val="00D97243"/>
    <w:rsid w:val="00DA5655"/>
    <w:rsid w:val="00DB4B4D"/>
    <w:rsid w:val="00DB50BD"/>
    <w:rsid w:val="00DB76E0"/>
    <w:rsid w:val="00DC4E4C"/>
    <w:rsid w:val="00DC527E"/>
    <w:rsid w:val="00DC756F"/>
    <w:rsid w:val="00DC75EC"/>
    <w:rsid w:val="00DC7D33"/>
    <w:rsid w:val="00DD5AEA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22AB"/>
    <w:rsid w:val="00E07211"/>
    <w:rsid w:val="00E14FD4"/>
    <w:rsid w:val="00E2754B"/>
    <w:rsid w:val="00E31948"/>
    <w:rsid w:val="00E31B2F"/>
    <w:rsid w:val="00E31E49"/>
    <w:rsid w:val="00E361E1"/>
    <w:rsid w:val="00E36AF4"/>
    <w:rsid w:val="00E36B21"/>
    <w:rsid w:val="00E43516"/>
    <w:rsid w:val="00E461D7"/>
    <w:rsid w:val="00E46A10"/>
    <w:rsid w:val="00E549DB"/>
    <w:rsid w:val="00E5764A"/>
    <w:rsid w:val="00E62CAD"/>
    <w:rsid w:val="00E652E5"/>
    <w:rsid w:val="00E67FB2"/>
    <w:rsid w:val="00E7011E"/>
    <w:rsid w:val="00E71A99"/>
    <w:rsid w:val="00E779B4"/>
    <w:rsid w:val="00E81FC0"/>
    <w:rsid w:val="00E848CE"/>
    <w:rsid w:val="00E8796D"/>
    <w:rsid w:val="00E9259C"/>
    <w:rsid w:val="00E945DE"/>
    <w:rsid w:val="00E946C9"/>
    <w:rsid w:val="00E9780C"/>
    <w:rsid w:val="00EA48C6"/>
    <w:rsid w:val="00EB06FB"/>
    <w:rsid w:val="00EB580D"/>
    <w:rsid w:val="00EB7684"/>
    <w:rsid w:val="00EC5312"/>
    <w:rsid w:val="00EE514C"/>
    <w:rsid w:val="00EF147D"/>
    <w:rsid w:val="00EF3F65"/>
    <w:rsid w:val="00EF7EDB"/>
    <w:rsid w:val="00F04070"/>
    <w:rsid w:val="00F05A2F"/>
    <w:rsid w:val="00F05D56"/>
    <w:rsid w:val="00F11159"/>
    <w:rsid w:val="00F13746"/>
    <w:rsid w:val="00F172D6"/>
    <w:rsid w:val="00F212E5"/>
    <w:rsid w:val="00F22FD8"/>
    <w:rsid w:val="00F24D71"/>
    <w:rsid w:val="00F34565"/>
    <w:rsid w:val="00F348C0"/>
    <w:rsid w:val="00F34CE1"/>
    <w:rsid w:val="00F42380"/>
    <w:rsid w:val="00F44AD1"/>
    <w:rsid w:val="00F45C3F"/>
    <w:rsid w:val="00F542A7"/>
    <w:rsid w:val="00F56986"/>
    <w:rsid w:val="00F60E35"/>
    <w:rsid w:val="00F65A14"/>
    <w:rsid w:val="00F70101"/>
    <w:rsid w:val="00F72CAF"/>
    <w:rsid w:val="00F73B94"/>
    <w:rsid w:val="00F742E6"/>
    <w:rsid w:val="00F817F0"/>
    <w:rsid w:val="00F84520"/>
    <w:rsid w:val="00F87394"/>
    <w:rsid w:val="00F90099"/>
    <w:rsid w:val="00F90EB3"/>
    <w:rsid w:val="00F916B0"/>
    <w:rsid w:val="00F9767C"/>
    <w:rsid w:val="00FA5881"/>
    <w:rsid w:val="00FA7DDE"/>
    <w:rsid w:val="00FD0FF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128</cp:revision>
  <cp:lastPrinted>2017-09-28T11:31:00Z</cp:lastPrinted>
  <dcterms:created xsi:type="dcterms:W3CDTF">2017-09-01T10:44:00Z</dcterms:created>
  <dcterms:modified xsi:type="dcterms:W3CDTF">2017-10-09T05:59:00Z</dcterms:modified>
</cp:coreProperties>
</file>